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625BB" w14:textId="77777777" w:rsidR="00521A25" w:rsidRDefault="00521A25" w:rsidP="00FC0482">
      <w:pPr>
        <w:rPr>
          <w:sz w:val="28"/>
          <w:u w:val="single"/>
        </w:rPr>
      </w:pPr>
    </w:p>
    <w:p w14:paraId="4B623220" w14:textId="7D456D85" w:rsidR="00FC0482" w:rsidRDefault="004B6201" w:rsidP="00FC0482">
      <w:pPr>
        <w:ind w:left="720"/>
        <w:jc w:val="right"/>
        <w:rPr>
          <w:sz w:val="28"/>
          <w:u w:val="single"/>
        </w:rPr>
      </w:pPr>
      <w:r w:rsidRPr="00E06D52">
        <w:rPr>
          <w:noProof/>
          <w:lang w:val="hr-HR"/>
        </w:rPr>
        <w:drawing>
          <wp:inline distT="0" distB="0" distL="0" distR="0" wp14:anchorId="0F2A4398" wp14:editId="36F55833">
            <wp:extent cx="971550" cy="971550"/>
            <wp:effectExtent l="0" t="0" r="0" b="0"/>
            <wp:docPr id="1" name="Picture 8" descr="C:\Users\ivbasic\AppData\Local\Microsoft\Windows\INetCache\Content.Word\A1-201802-14820-Email Signature A1 red-110x11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ivbasic\AppData\Local\Microsoft\Windows\INetCache\Content.Word\A1-201802-14820-Email Signature A1 red-110x110px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9E280" w14:textId="77777777" w:rsidR="00521A25" w:rsidRPr="00FC0482" w:rsidRDefault="00521A25" w:rsidP="00E06D52">
      <w:pPr>
        <w:rPr>
          <w:sz w:val="28"/>
          <w:u w:val="single"/>
          <w:lang w:val="de-DE"/>
        </w:rPr>
      </w:pPr>
      <w:r>
        <w:rPr>
          <w:sz w:val="40"/>
          <w:lang w:val="de-DE"/>
        </w:rPr>
        <w:t xml:space="preserve">ZAHTJEV </w:t>
      </w:r>
      <w:r>
        <w:rPr>
          <w:sz w:val="40"/>
          <w:lang w:val="hr-HR"/>
        </w:rPr>
        <w:t xml:space="preserve">ZA KOLOKACIJU   Site ID </w:t>
      </w:r>
    </w:p>
    <w:p w14:paraId="0EE2F90F" w14:textId="77777777" w:rsidR="00521A25" w:rsidRDefault="00521A25">
      <w:pPr>
        <w:pStyle w:val="BodyText"/>
      </w:pPr>
    </w:p>
    <w:p w14:paraId="34795C89" w14:textId="77777777" w:rsidR="00521A25" w:rsidRDefault="00521A25">
      <w:pPr>
        <w:pStyle w:val="BodyText"/>
      </w:pPr>
      <w:r>
        <w:t xml:space="preserve">Ovaj upitnik treba u potpunosti popuniti u slučaju kada treća strana  zahtijeva kolokaciju na </w:t>
      </w:r>
    </w:p>
    <w:p w14:paraId="2EDFD46E" w14:textId="77777777" w:rsidR="00521A25" w:rsidRDefault="00E06D52">
      <w:pPr>
        <w:pStyle w:val="BodyText"/>
      </w:pPr>
      <w:r>
        <w:t>A1 Hrvatska</w:t>
      </w:r>
      <w:r w:rsidR="00521A25">
        <w:t xml:space="preserve"> infrastrukturu.</w:t>
      </w:r>
    </w:p>
    <w:p w14:paraId="5BE53F93" w14:textId="77777777" w:rsidR="00521A25" w:rsidRDefault="00521A25">
      <w:pPr>
        <w:rPr>
          <w:sz w:val="24"/>
          <w:lang w:val="hr-HR"/>
        </w:rPr>
      </w:pPr>
      <w:r>
        <w:rPr>
          <w:sz w:val="24"/>
          <w:lang w:val="hr-HR"/>
        </w:rPr>
        <w:t xml:space="preserve">Upitnik je dostupan kod Odjela izgradnje mreže/odjel za zakup nekretnina na tel. </w:t>
      </w:r>
      <w:r w:rsidR="00061EF0">
        <w:rPr>
          <w:sz w:val="24"/>
          <w:lang w:val="hr-HR"/>
        </w:rPr>
        <w:t>01 4691 531</w:t>
      </w:r>
    </w:p>
    <w:p w14:paraId="04C4CC6A" w14:textId="77777777" w:rsidR="00521A25" w:rsidRDefault="00521A25">
      <w:pPr>
        <w:rPr>
          <w:lang w:val="hr-HR"/>
        </w:rPr>
      </w:pPr>
    </w:p>
    <w:p w14:paraId="0CE2A21A" w14:textId="77777777" w:rsidR="00521A25" w:rsidRDefault="00521A25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125"/>
        <w:gridCol w:w="143"/>
        <w:gridCol w:w="47"/>
        <w:gridCol w:w="1015"/>
        <w:gridCol w:w="142"/>
        <w:gridCol w:w="71"/>
        <w:gridCol w:w="142"/>
        <w:gridCol w:w="850"/>
        <w:gridCol w:w="95"/>
        <w:gridCol w:w="2315"/>
      </w:tblGrid>
      <w:tr w:rsidR="00521A25" w14:paraId="79292A9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717DA2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Ime poduzeća: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A6EA" w14:textId="77777777" w:rsidR="00521A25" w:rsidRDefault="00521A25">
            <w: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0" w:name="Text1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521A25" w14:paraId="7C9C594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548714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Adresa: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CD07" w14:textId="77777777" w:rsidR="00521A25" w:rsidRDefault="00521A25"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" w:name="Text1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521A25" w14:paraId="1A6327F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1B2EC0" w14:textId="77777777" w:rsidR="00521A25" w:rsidRDefault="00521A25">
            <w:pPr>
              <w:rPr>
                <w:b/>
                <w:lang w:val="de-DE"/>
              </w:rPr>
            </w:pPr>
            <w:r>
              <w:rPr>
                <w:b/>
                <w:lang w:val="hr-HR"/>
              </w:rPr>
              <w:t>O</w:t>
            </w:r>
            <w:bookmarkStart w:id="2" w:name="Text116"/>
            <w:r>
              <w:rPr>
                <w:b/>
                <w:lang w:val="hr-HR"/>
              </w:rPr>
              <w:t>sobe za kontakt: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49C0" w14:textId="77777777" w:rsidR="00521A25" w:rsidRDefault="00521A25">
            <w: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521A25" w14:paraId="1F9203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00E0B5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T</w:t>
            </w:r>
            <w:bookmarkStart w:id="3" w:name="Text117"/>
            <w:r>
              <w:rPr>
                <w:b/>
                <w:lang w:val="hr-HR"/>
              </w:rPr>
              <w:t>el./Fax.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5F83" w14:textId="77777777" w:rsidR="00521A25" w:rsidRDefault="00521A25">
            <w: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521A25" w14:paraId="465511F1" w14:textId="77777777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A3CA95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Predložena lokacija (site ID) za kolokaciju opreme: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7B97" w14:textId="77777777" w:rsidR="00521A25" w:rsidRDefault="00521A25">
            <w: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4" w:name="Text1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521A25" w14:paraId="5EA0CBCC" w14:textId="77777777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9E2C55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Cilj koji se želi postići predmetnom kolokacijom: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944A" w14:textId="77777777" w:rsidR="00521A25" w:rsidRDefault="00521A25">
            <w: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5" w:name="Text1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521A25" w14:paraId="4313338E" w14:textId="77777777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471F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Podaci o odobrenju za obavljanje predmetne djelatnosti: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4D52" w14:textId="77777777" w:rsidR="00521A25" w:rsidRDefault="00521A25">
            <w: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6" w:name="Text1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521A25" w14:paraId="6D4276D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33"/>
        </w:trPr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B696" w14:textId="77777777" w:rsidR="00521A25" w:rsidRDefault="00521A25">
            <w:pPr>
              <w:rPr>
                <w:sz w:val="18"/>
                <w:lang w:val="hr-HR"/>
              </w:rPr>
            </w:pPr>
            <w:r>
              <w:rPr>
                <w:sz w:val="18"/>
                <w:lang w:val="hr-HR"/>
              </w:rPr>
              <w:t xml:space="preserve"> Priložiti kopiju rješenja Ministarstva pomorstva,  prometa i veza</w:t>
            </w:r>
          </w:p>
        </w:tc>
      </w:tr>
      <w:tr w:rsidR="00521A25" w14:paraId="7C54E43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5"/>
        </w:trPr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70CB" w14:textId="77777777" w:rsidR="00521A25" w:rsidRDefault="00521A25">
            <w:pPr>
              <w:pStyle w:val="Heading2"/>
              <w:rPr>
                <w:b/>
                <w:lang w:val="hr-HR"/>
              </w:rPr>
            </w:pPr>
            <w:r>
              <w:rPr>
                <w:b/>
                <w:lang w:val="hr-HR"/>
              </w:rPr>
              <w:t>Podaci o predloženoj antenskoj instalaciji</w:t>
            </w:r>
          </w:p>
        </w:tc>
      </w:tr>
      <w:tr w:rsidR="00521A25" w14:paraId="1932483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05"/>
        </w:trPr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6B2B" w14:textId="77777777" w:rsidR="00521A25" w:rsidRDefault="00521A25">
            <w:pPr>
              <w:rPr>
                <w:sz w:val="18"/>
                <w:lang w:val="hr-HR"/>
              </w:rPr>
            </w:pPr>
          </w:p>
          <w:p w14:paraId="66F32729" w14:textId="77777777" w:rsidR="00521A25" w:rsidRDefault="00521A25">
            <w:pPr>
              <w:rPr>
                <w:sz w:val="18"/>
                <w:lang w:val="hr-HR"/>
              </w:rPr>
            </w:pPr>
            <w:r>
              <w:rPr>
                <w:sz w:val="18"/>
                <w:lang w:val="hr-HR"/>
              </w:rPr>
              <w:t>Priložiti skicu tornja/ant. nosača sa detaljima predložene instalacije kao i njihov odnos/položaj  naspram postojeće opreme.</w:t>
            </w:r>
          </w:p>
        </w:tc>
      </w:tr>
      <w:tr w:rsidR="00521A25" w14:paraId="3BCF072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CE55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Broj antena: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76FC" w14:textId="77777777" w:rsidR="00521A25" w:rsidRDefault="00521A25">
            <w: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7" w:name="Text8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6ECB" w14:textId="77777777" w:rsidR="00521A25" w:rsidRDefault="00521A25">
            <w:pPr>
              <w:jc w:val="right"/>
              <w:rPr>
                <w:b/>
              </w:rPr>
            </w:pPr>
            <w:r>
              <w:rPr>
                <w:b/>
                <w:lang w:val="hr-HR"/>
              </w:rPr>
              <w:t>Dimenzije antena: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6C5E" w14:textId="77777777" w:rsidR="00521A25" w:rsidRDefault="00521A25">
            <w: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8" w:name="Text9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521A25" w14:paraId="5EE2E44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1A37" w14:textId="77777777" w:rsidR="00521A25" w:rsidRDefault="00521A25">
            <w:pPr>
              <w:rPr>
                <w:b/>
              </w:rPr>
            </w:pPr>
            <w:bookmarkStart w:id="9" w:name="Text9"/>
            <w:r>
              <w:rPr>
                <w:b/>
                <w:lang w:val="hr-HR"/>
              </w:rPr>
              <w:t>Pozicija predloženih antena:</w:t>
            </w:r>
          </w:p>
        </w:tc>
        <w:bookmarkEnd w:id="9"/>
        <w:tc>
          <w:tcPr>
            <w:tcW w:w="3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5D51" w14:textId="77777777" w:rsidR="00521A25" w:rsidRDefault="00521A25">
            <w:r>
              <w:t xml:space="preserve">Visina </w:t>
            </w:r>
            <w: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10" w:name="Text8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  <w:r>
              <w:t xml:space="preserve">                     m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9BC8" w14:textId="77777777" w:rsidR="00521A25" w:rsidRDefault="00521A25">
            <w:r>
              <w:t xml:space="preserve">Smjer  : </w:t>
            </w:r>
          </w:p>
          <w:p w14:paraId="482C19B4" w14:textId="77777777" w:rsidR="00521A25" w:rsidRDefault="00521A25">
            <w:r>
              <w:t>(Azimuti</w:t>
            </w:r>
            <w:r>
              <w:rPr>
                <w:lang w:val="hr-HR"/>
              </w:rPr>
              <w:t>)</w:t>
            </w:r>
            <w:r>
              <w:t xml:space="preserve"> </w:t>
            </w:r>
            <w: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11" w:name="Text8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  <w:r>
              <w:t xml:space="preserve">   </w:t>
            </w:r>
            <w: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12" w:name="Text9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  <w:r>
              <w:t xml:space="preserve">  </w:t>
            </w:r>
            <w: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13" w:name="Text9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521A25" w14:paraId="30970D6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97F6" w14:textId="77777777" w:rsidR="00521A25" w:rsidRDefault="00521A25">
            <w:pPr>
              <w:rPr>
                <w:b/>
              </w:rPr>
            </w:pPr>
            <w:bookmarkStart w:id="14" w:name="Text10"/>
            <w:r>
              <w:rPr>
                <w:b/>
                <w:lang w:val="hr-HR"/>
              </w:rPr>
              <w:t>Proizvođač:</w:t>
            </w:r>
          </w:p>
        </w:tc>
        <w:bookmarkEnd w:id="14"/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85FD" w14:textId="77777777" w:rsidR="00521A25" w:rsidRDefault="00521A25">
            <w:pPr>
              <w:rPr>
                <w:b/>
              </w:rPr>
            </w:pPr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5" w:name="Text6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4201" w14:textId="77777777" w:rsidR="00521A25" w:rsidRDefault="00521A25">
            <w:pPr>
              <w:rPr>
                <w:b/>
                <w:lang w:val="hr-HR"/>
              </w:rPr>
            </w:pPr>
            <w:r>
              <w:rPr>
                <w:b/>
              </w:rPr>
              <w:t>Tip</w:t>
            </w:r>
            <w:r>
              <w:rPr>
                <w:b/>
                <w:lang w:val="hr-HR"/>
              </w:rPr>
              <w:t xml:space="preserve">: </w:t>
            </w:r>
            <w:r>
              <w:rPr>
                <w:b/>
                <w:lang w:val="hr-HR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16" w:name="Text111"/>
            <w:r>
              <w:rPr>
                <w:b/>
                <w:lang w:val="hr-HR"/>
              </w:rPr>
              <w:instrText xml:space="preserve"> FORMTEXT </w:instrText>
            </w:r>
            <w:r>
              <w:rPr>
                <w:b/>
                <w:lang w:val="hr-HR"/>
              </w:rPr>
            </w:r>
            <w:r>
              <w:rPr>
                <w:b/>
                <w:lang w:val="hr-HR"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lang w:val="hr-HR"/>
              </w:rPr>
              <w:fldChar w:fldCharType="end"/>
            </w:r>
            <w:bookmarkEnd w:id="16"/>
          </w:p>
        </w:tc>
      </w:tr>
      <w:tr w:rsidR="00521A25" w14:paraId="6A50279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4D88" w14:textId="77777777" w:rsidR="00521A25" w:rsidRDefault="00521A25">
            <w:pPr>
              <w:rPr>
                <w:sz w:val="18"/>
              </w:rPr>
            </w:pPr>
            <w:r>
              <w:rPr>
                <w:sz w:val="18"/>
                <w:lang w:val="hr-HR"/>
              </w:rPr>
              <w:t>N.B. Priložiti specifikacije proizvođača o težini, dimezijama i otporu na udar vjetra.</w:t>
            </w:r>
          </w:p>
        </w:tc>
      </w:tr>
      <w:tr w:rsidR="00521A25" w14:paraId="691B869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5C6B" w14:textId="77777777" w:rsidR="00521A25" w:rsidRDefault="00521A25">
            <w:pPr>
              <w:pStyle w:val="Heading1"/>
            </w:pPr>
            <w:r>
              <w:t>Radna frekvencija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2DD0" w14:textId="77777777" w:rsidR="00521A25" w:rsidRDefault="00521A25">
            <w:pPr>
              <w:rPr>
                <w:lang w:val="de-DE"/>
              </w:rPr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17" w:name="Text83"/>
            <w:r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  <w:r>
              <w:rPr>
                <w:lang w:val="de-DE"/>
              </w:rPr>
              <w:t xml:space="preserve">             Mhz</w:t>
            </w:r>
          </w:p>
        </w:tc>
      </w:tr>
      <w:tr w:rsidR="00521A25" w14:paraId="7F170FC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21D8" w14:textId="77777777" w:rsidR="00521A25" w:rsidRDefault="00521A25">
            <w:pPr>
              <w:rPr>
                <w:b/>
                <w:lang w:val="de-DE"/>
              </w:rPr>
            </w:pPr>
            <w:r>
              <w:rPr>
                <w:b/>
                <w:lang w:val="hr-HR"/>
              </w:rPr>
              <w:t>MW antene</w:t>
            </w:r>
          </w:p>
        </w:tc>
        <w:tc>
          <w:tcPr>
            <w:tcW w:w="3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C02" w14:textId="77777777" w:rsidR="00521A25" w:rsidRDefault="00521A25">
            <w:pPr>
              <w:rPr>
                <w:lang w:val="de-DE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"/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bookmarkEnd w:id="18"/>
            <w:r>
              <w:rPr>
                <w:b/>
                <w:lang w:val="de-DE"/>
              </w:rPr>
              <w:t>DA</w:t>
            </w:r>
          </w:p>
        </w:tc>
        <w:tc>
          <w:tcPr>
            <w:tcW w:w="3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E230" w14:textId="77777777" w:rsidR="00521A25" w:rsidRDefault="00521A25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"/>
            <w:r>
              <w:instrText xml:space="preserve"> FORMCHECKBOX </w:instrText>
            </w:r>
            <w:r>
              <w:fldChar w:fldCharType="end"/>
            </w:r>
            <w:bookmarkEnd w:id="19"/>
            <w:r>
              <w:rPr>
                <w:b/>
              </w:rPr>
              <w:t>NE</w:t>
            </w:r>
          </w:p>
        </w:tc>
      </w:tr>
      <w:tr w:rsidR="00521A25" w14:paraId="41BA63AA" w14:textId="77777777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EB95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Frenventni opseg MW antena: (Frequency band)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8613" w14:textId="77777777" w:rsidR="00521A25" w:rsidRDefault="00521A25">
            <w: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0" w:name="Text8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521A25" w14:paraId="0FAA8B3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45A7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Hi/Lo parametri MW antena:</w:t>
            </w:r>
          </w:p>
        </w:tc>
        <w:tc>
          <w:tcPr>
            <w:tcW w:w="3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E9CA" w14:textId="77777777" w:rsidR="00521A25" w:rsidRDefault="00521A25">
            <w:r>
              <w:t xml:space="preserve">Hi </w:t>
            </w:r>
            <w: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1" w:name="Text8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C738" w14:textId="77777777" w:rsidR="00521A25" w:rsidRDefault="00521A25">
            <w:r>
              <w:t xml:space="preserve">Lo </w:t>
            </w:r>
            <w: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22" w:name="Text8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521A25" w14:paraId="7E7816F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3E42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Diametar antena: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20D2" w14:textId="77777777" w:rsidR="00521A25" w:rsidRDefault="00521A25"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23" w:name="Text6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  <w:tr w:rsidR="00521A25" w14:paraId="2A1B171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EE1B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Proizvođač: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67EF" w14:textId="77777777" w:rsidR="00521A25" w:rsidRDefault="00521A25">
            <w: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24" w:name="Text7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2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2BC4" w14:textId="77777777" w:rsidR="00521A25" w:rsidRDefault="00521A25">
            <w:pPr>
              <w:jc w:val="right"/>
              <w:rPr>
                <w:b/>
              </w:rPr>
            </w:pPr>
            <w:r>
              <w:rPr>
                <w:b/>
                <w:lang w:val="hr-HR"/>
              </w:rPr>
              <w:t>Tip: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E647" w14:textId="77777777" w:rsidR="00521A25" w:rsidRDefault="00521A25">
            <w: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25" w:name="Text7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  <w:tr w:rsidR="00521A25" w14:paraId="1C9A925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9"/>
        </w:trPr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E3BC" w14:textId="77777777" w:rsidR="00521A25" w:rsidRDefault="00521A25">
            <w:pPr>
              <w:rPr>
                <w:sz w:val="18"/>
                <w:lang w:val="hr-HR"/>
              </w:rPr>
            </w:pPr>
            <w:r>
              <w:rPr>
                <w:sz w:val="18"/>
                <w:lang w:val="hr-HR"/>
              </w:rPr>
              <w:t xml:space="preserve"> Priložiti specifikacije  proizvođača o težini, dimezijama i otporu na udar vjetra.</w:t>
            </w:r>
          </w:p>
        </w:tc>
      </w:tr>
      <w:tr w:rsidR="00521A25" w14:paraId="2FEBFB7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F4EF" w14:textId="77777777" w:rsidR="00521A25" w:rsidRDefault="00521A25">
            <w:pPr>
              <w:rPr>
                <w:b/>
                <w:lang w:val="de-DE"/>
              </w:rPr>
            </w:pPr>
            <w:r>
              <w:rPr>
                <w:b/>
                <w:lang w:val="hr-HR"/>
              </w:rPr>
              <w:t>P</w:t>
            </w:r>
            <w:bookmarkStart w:id="26" w:name="Dropdown3"/>
            <w:r>
              <w:rPr>
                <w:b/>
                <w:lang w:val="hr-HR"/>
              </w:rPr>
              <w:t>ozicija MW antene:</w:t>
            </w:r>
          </w:p>
        </w:tc>
        <w:bookmarkEnd w:id="26"/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7327" w14:textId="77777777" w:rsidR="00521A25" w:rsidRDefault="00521A25">
            <w:r>
              <w:rPr>
                <w:b/>
                <w:lang w:val="de-DE"/>
              </w:rPr>
              <w:t xml:space="preserve"> </w:t>
            </w:r>
            <w:r>
              <w:t xml:space="preserve">Visina </w:t>
            </w:r>
            <w: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27" w:name="Text8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  <w:r>
              <w:t xml:space="preserve">                    m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8299" w14:textId="77777777" w:rsidR="00521A25" w:rsidRDefault="00521A25">
            <w:r>
              <w:t>Smjer  :</w:t>
            </w:r>
          </w:p>
          <w:p w14:paraId="7B1A02D7" w14:textId="77777777" w:rsidR="00521A25" w:rsidRDefault="00521A25">
            <w:r>
              <w:t xml:space="preserve">(Azimuti)  </w:t>
            </w:r>
            <w: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28" w:name="Text8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  <w:r>
              <w:t xml:space="preserve"> </w:t>
            </w:r>
          </w:p>
        </w:tc>
      </w:tr>
      <w:tr w:rsidR="00521A25" w14:paraId="16F3E50D" w14:textId="77777777">
        <w:tblPrEx>
          <w:tblCellMar>
            <w:top w:w="0" w:type="dxa"/>
            <w:bottom w:w="0" w:type="dxa"/>
          </w:tblCellMar>
        </w:tblPrEx>
        <w:trPr>
          <w:cantSplit/>
          <w:trHeight w:val="1498"/>
        </w:trPr>
        <w:tc>
          <w:tcPr>
            <w:tcW w:w="9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42AC" w14:textId="77777777" w:rsidR="00521A25" w:rsidRDefault="00521A25">
            <w:pPr>
              <w:rPr>
                <w:lang w:val="hr-HR"/>
              </w:rPr>
            </w:pPr>
            <w:r>
              <w:rPr>
                <w:b/>
                <w:lang w:val="hr-HR"/>
              </w:rPr>
              <w:t>Podaci o bilo kakvoj dodatnoj opremi koja se namjerava postaviti na stup/ant. konstrukciju (</w:t>
            </w:r>
            <w:r>
              <w:rPr>
                <w:lang w:val="hr-HR"/>
              </w:rPr>
              <w:t>npr.</w:t>
            </w:r>
            <w:r>
              <w:rPr>
                <w:b/>
                <w:lang w:val="hr-HR"/>
              </w:rPr>
              <w:t xml:space="preserve"> </w:t>
            </w:r>
            <w:r>
              <w:rPr>
                <w:lang w:val="hr-HR"/>
              </w:rPr>
              <w:t xml:space="preserve">pojačala, repetitori itd.) </w:t>
            </w:r>
          </w:p>
          <w:p w14:paraId="097C7670" w14:textId="77777777" w:rsidR="00521A25" w:rsidRDefault="00521A25">
            <w:pPr>
              <w:rPr>
                <w:lang w:val="hr-HR"/>
              </w:rPr>
            </w:pPr>
            <w:r>
              <w:rPr>
                <w:lang w:val="hr-HR"/>
              </w:rPr>
              <w:t>Priložiti specifikaciju proizvođača uključujući detalje; navesti el. i ostale karakteristike, rješenja za prihvat itd.</w:t>
            </w:r>
          </w:p>
          <w:p w14:paraId="06D851C6" w14:textId="77777777" w:rsidR="00521A25" w:rsidRDefault="00521A25">
            <w:pPr>
              <w:rPr>
                <w:b/>
                <w:lang w:val="hr-HR"/>
              </w:rPr>
            </w:pPr>
          </w:p>
          <w:p w14:paraId="33C5DD6A" w14:textId="77777777" w:rsidR="00521A25" w:rsidRDefault="00521A25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29" w:name="Text112"/>
            <w:r>
              <w:rPr>
                <w:b/>
                <w:lang w:val="hr-HR"/>
              </w:rPr>
              <w:instrText xml:space="preserve"> FORMTEXT </w:instrText>
            </w:r>
            <w:r>
              <w:rPr>
                <w:b/>
                <w:lang w:val="hr-HR"/>
              </w:rPr>
            </w:r>
            <w:r>
              <w:rPr>
                <w:b/>
                <w:lang w:val="hr-HR"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lang w:val="hr-HR"/>
              </w:rPr>
              <w:fldChar w:fldCharType="end"/>
            </w:r>
            <w:bookmarkEnd w:id="29"/>
          </w:p>
          <w:p w14:paraId="48CC0619" w14:textId="77777777" w:rsidR="00521A25" w:rsidRDefault="00521A25"/>
          <w:p w14:paraId="5612B7B6" w14:textId="77777777" w:rsidR="00521A25" w:rsidRDefault="00521A25"/>
          <w:p w14:paraId="271E97A9" w14:textId="77777777" w:rsidR="00521A25" w:rsidRDefault="00521A25"/>
          <w:p w14:paraId="5BAD005D" w14:textId="77777777" w:rsidR="00521A25" w:rsidRDefault="00521A25"/>
        </w:tc>
      </w:tr>
      <w:tr w:rsidR="00521A25" w14:paraId="716F335F" w14:textId="77777777">
        <w:tblPrEx>
          <w:tblCellMar>
            <w:top w:w="0" w:type="dxa"/>
            <w:bottom w:w="0" w:type="dxa"/>
          </w:tblCellMar>
        </w:tblPrEx>
        <w:trPr>
          <w:cantSplit/>
          <w:trHeight w:val="12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E177" w14:textId="77777777" w:rsidR="00521A25" w:rsidRDefault="00521A25">
            <w:pPr>
              <w:rPr>
                <w:lang w:val="hr-HR"/>
              </w:rPr>
            </w:pPr>
            <w:r>
              <w:rPr>
                <w:b/>
                <w:lang w:val="hr-HR"/>
              </w:rPr>
              <w:lastRenderedPageBreak/>
              <w:t xml:space="preserve">Navesti sistem kabliranja koji se namjerava koristiti </w:t>
            </w:r>
            <w:r>
              <w:rPr>
                <w:lang w:val="hr-HR"/>
              </w:rPr>
              <w:t xml:space="preserve"> (tip koaksijalnog voda, broj vodiča, konektori, način vođenja i učvršćenja na konstrukciju)</w:t>
            </w:r>
          </w:p>
          <w:p w14:paraId="0E245F7C" w14:textId="77777777" w:rsidR="00521A25" w:rsidRDefault="00521A25">
            <w:pPr>
              <w:rPr>
                <w:b/>
                <w:lang w:val="hr-HR"/>
              </w:rPr>
            </w:pP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D5F1" w14:textId="77777777" w:rsidR="00521A25" w:rsidRDefault="00521A25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30" w:name="Text113"/>
            <w:r>
              <w:rPr>
                <w:b/>
                <w:lang w:val="hr-HR"/>
              </w:rPr>
              <w:instrText xml:space="preserve"> FORMTEXT </w:instrText>
            </w:r>
            <w:r>
              <w:rPr>
                <w:b/>
                <w:lang w:val="hr-HR"/>
              </w:rPr>
            </w:r>
            <w:r>
              <w:rPr>
                <w:b/>
                <w:lang w:val="hr-HR"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lang w:val="hr-HR"/>
              </w:rPr>
              <w:fldChar w:fldCharType="end"/>
            </w:r>
            <w:bookmarkEnd w:id="30"/>
          </w:p>
        </w:tc>
      </w:tr>
      <w:tr w:rsidR="00521A25" w14:paraId="353E716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1"/>
        </w:trPr>
        <w:tc>
          <w:tcPr>
            <w:tcW w:w="9747" w:type="dxa"/>
            <w:gridSpan w:val="11"/>
            <w:vAlign w:val="center"/>
          </w:tcPr>
          <w:p w14:paraId="5212C5E3" w14:textId="77777777" w:rsidR="00521A25" w:rsidRDefault="00521A25">
            <w:pPr>
              <w:pStyle w:val="Heading3"/>
              <w:rPr>
                <w:b/>
                <w:sz w:val="24"/>
              </w:rPr>
            </w:pPr>
            <w:r>
              <w:rPr>
                <w:b/>
                <w:sz w:val="24"/>
              </w:rPr>
              <w:t>Sigurnost i zaštita</w:t>
            </w:r>
          </w:p>
        </w:tc>
      </w:tr>
      <w:tr w:rsidR="00521A25" w14:paraId="18D3B801" w14:textId="77777777">
        <w:tblPrEx>
          <w:tblCellMar>
            <w:top w:w="0" w:type="dxa"/>
            <w:bottom w:w="0" w:type="dxa"/>
          </w:tblCellMar>
        </w:tblPrEx>
        <w:trPr>
          <w:trHeight w:val="1348"/>
        </w:trPr>
        <w:tc>
          <w:tcPr>
            <w:tcW w:w="2802" w:type="dxa"/>
          </w:tcPr>
          <w:p w14:paraId="37915163" w14:textId="77777777" w:rsidR="00521A25" w:rsidRDefault="00521A25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Očekivana razina zračenja </w:t>
            </w:r>
          </w:p>
          <w:p w14:paraId="5CEC1C0E" w14:textId="77777777" w:rsidR="00521A25" w:rsidRDefault="00521A25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(  w/cm2) predmetnog sustava, u skladu sa ICNIRP-ovim  publiciranim vodičem za granična izlaganja elektoromagnetskim poljima: </w:t>
            </w:r>
          </w:p>
          <w:p w14:paraId="68FD1DCD" w14:textId="77777777" w:rsidR="00521A25" w:rsidRDefault="00521A25">
            <w:pPr>
              <w:rPr>
                <w:b/>
              </w:rPr>
            </w:pPr>
          </w:p>
        </w:tc>
        <w:tc>
          <w:tcPr>
            <w:tcW w:w="3472" w:type="dxa"/>
            <w:gridSpan w:val="5"/>
            <w:vAlign w:val="center"/>
          </w:tcPr>
          <w:p w14:paraId="516D1DB5" w14:textId="77777777" w:rsidR="00521A25" w:rsidRDefault="00521A25"/>
          <w:p w14:paraId="62199998" w14:textId="77777777" w:rsidR="00521A25" w:rsidRDefault="00521A25">
            <w:r>
              <w:t xml:space="preserve">Na razini tla </w:t>
            </w:r>
            <w: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31" w:name="Text7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3473" w:type="dxa"/>
            <w:gridSpan w:val="5"/>
            <w:vAlign w:val="center"/>
          </w:tcPr>
          <w:p w14:paraId="0B264B31" w14:textId="77777777" w:rsidR="00521A25" w:rsidRDefault="00521A25"/>
          <w:p w14:paraId="571F4AA6" w14:textId="77777777" w:rsidR="00521A25" w:rsidRDefault="00521A25">
            <w:pPr>
              <w:rPr>
                <w:lang w:val="hr-HR"/>
              </w:rPr>
            </w:pPr>
            <w:r>
              <w:rPr>
                <w:lang w:val="hr-HR"/>
              </w:rPr>
              <w:t>Na udaljenosti</w:t>
            </w:r>
          </w:p>
          <w:p w14:paraId="667FB6D1" w14:textId="77777777" w:rsidR="00521A25" w:rsidRDefault="00521A25">
            <w:pPr>
              <w:rPr>
                <w:lang w:val="hr-HR"/>
              </w:rPr>
            </w:pPr>
            <w:r>
              <w:rPr>
                <w:lang w:val="hr-HR"/>
              </w:rPr>
              <w:t xml:space="preserve">jednog metra od         </w:t>
            </w:r>
            <w:r>
              <w:rPr>
                <w:lang w:val="hr-HR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32" w:name="Text99"/>
            <w:r>
              <w:rPr>
                <w:lang w:val="hr-HR"/>
              </w:rPr>
              <w:instrText xml:space="preserve"> FORMTEXT </w:instrText>
            </w:r>
            <w:r>
              <w:rPr>
                <w:lang w:val="hr-HR"/>
              </w:rPr>
            </w:r>
            <w:r>
              <w:rPr>
                <w:lang w:val="hr-HR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hr-HR"/>
              </w:rPr>
              <w:fldChar w:fldCharType="end"/>
            </w:r>
            <w:bookmarkEnd w:id="32"/>
          </w:p>
          <w:p w14:paraId="4C955B13" w14:textId="77777777" w:rsidR="00521A25" w:rsidRDefault="00521A25">
            <w:pPr>
              <w:rPr>
                <w:lang w:val="hr-HR"/>
              </w:rPr>
            </w:pPr>
            <w:r>
              <w:rPr>
                <w:lang w:val="hr-HR"/>
              </w:rPr>
              <w:t xml:space="preserve">predmetnih antena       </w:t>
            </w:r>
          </w:p>
        </w:tc>
      </w:tr>
      <w:tr w:rsidR="00521A25" w14:paraId="6D212B4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9747" w:type="dxa"/>
            <w:gridSpan w:val="11"/>
            <w:vAlign w:val="center"/>
          </w:tcPr>
          <w:p w14:paraId="0D46B883" w14:textId="77777777" w:rsidR="00521A25" w:rsidRDefault="00521A25">
            <w:pPr>
              <w:pStyle w:val="Heading3"/>
              <w:rPr>
                <w:b/>
                <w:sz w:val="24"/>
              </w:rPr>
            </w:pPr>
            <w:r>
              <w:rPr>
                <w:b/>
                <w:sz w:val="24"/>
              </w:rPr>
              <w:t>Instalacija opreme</w:t>
            </w:r>
          </w:p>
        </w:tc>
      </w:tr>
      <w:tr w:rsidR="00521A25" w14:paraId="11A4938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904"/>
        </w:trPr>
        <w:tc>
          <w:tcPr>
            <w:tcW w:w="2802" w:type="dxa"/>
            <w:vMerge w:val="restart"/>
          </w:tcPr>
          <w:p w14:paraId="2C85B9F4" w14:textId="77777777" w:rsidR="00521A25" w:rsidRDefault="00521A25">
            <w:pPr>
              <w:rPr>
                <w:lang w:val="hr-HR"/>
              </w:rPr>
            </w:pPr>
            <w:r>
              <w:rPr>
                <w:b/>
                <w:lang w:val="hr-HR"/>
              </w:rPr>
              <w:t>Ako je predviđeno instaliranje opreme unutar</w:t>
            </w:r>
            <w:r w:rsidR="00212C33">
              <w:rPr>
                <w:b/>
                <w:lang w:val="hr-HR"/>
              </w:rPr>
              <w:t xml:space="preserve"> </w:t>
            </w:r>
            <w:r w:rsidR="00E06D52">
              <w:rPr>
                <w:b/>
                <w:lang w:val="hr-HR"/>
              </w:rPr>
              <w:t>A1 Hrvatska</w:t>
            </w:r>
            <w:r>
              <w:rPr>
                <w:b/>
                <w:lang w:val="hr-HR"/>
              </w:rPr>
              <w:t xml:space="preserve"> prostorije određene za istu svrhu, dostaviti podatke o toj opremi; </w:t>
            </w:r>
            <w:r>
              <w:rPr>
                <w:lang w:val="hr-HR"/>
              </w:rPr>
              <w:t>uključujući specifikaciju i upute proizvođača, sa fizičkim  (dimenzije, težina itd.), električnim svojstvima kao i spec. zahtijevima za grijanje/hlađenje</w:t>
            </w:r>
          </w:p>
          <w:p w14:paraId="213B8EFF" w14:textId="77777777" w:rsidR="00521A25" w:rsidRDefault="00521A25">
            <w:pPr>
              <w:rPr>
                <w:b/>
                <w:lang w:val="hr-HR"/>
              </w:rPr>
            </w:pPr>
          </w:p>
        </w:tc>
        <w:tc>
          <w:tcPr>
            <w:tcW w:w="6945" w:type="dxa"/>
            <w:gridSpan w:val="10"/>
            <w:vAlign w:val="center"/>
          </w:tcPr>
          <w:p w14:paraId="04E99FD0" w14:textId="77777777" w:rsidR="00521A25" w:rsidRDefault="00521A25">
            <w:pPr>
              <w:rPr>
                <w:lang w:val="de-DE"/>
              </w:rPr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7"/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bookmarkEnd w:id="33"/>
            <w:r>
              <w:rPr>
                <w:b/>
                <w:lang w:val="de-DE"/>
              </w:rPr>
              <w:t>DA</w:t>
            </w:r>
            <w:r>
              <w:rPr>
                <w:lang w:val="de-DE"/>
              </w:rPr>
              <w:t xml:space="preserve">                                                   </w:t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8"/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bookmarkEnd w:id="34"/>
            <w:r>
              <w:rPr>
                <w:b/>
                <w:lang w:val="de-DE"/>
              </w:rPr>
              <w:t>NE</w:t>
            </w:r>
          </w:p>
        </w:tc>
      </w:tr>
      <w:tr w:rsidR="00521A25" w14:paraId="754E4925" w14:textId="77777777">
        <w:tblPrEx>
          <w:tblCellMar>
            <w:top w:w="0" w:type="dxa"/>
            <w:bottom w:w="0" w:type="dxa"/>
          </w:tblCellMar>
        </w:tblPrEx>
        <w:trPr>
          <w:cantSplit/>
          <w:trHeight w:val="699"/>
        </w:trPr>
        <w:tc>
          <w:tcPr>
            <w:tcW w:w="2802" w:type="dxa"/>
            <w:vMerge/>
          </w:tcPr>
          <w:p w14:paraId="71BB8464" w14:textId="77777777" w:rsidR="00521A25" w:rsidRDefault="00521A25">
            <w:pPr>
              <w:rPr>
                <w:lang w:val="hr-HR"/>
              </w:rPr>
            </w:pPr>
          </w:p>
        </w:tc>
        <w:tc>
          <w:tcPr>
            <w:tcW w:w="3472" w:type="dxa"/>
            <w:gridSpan w:val="5"/>
            <w:vAlign w:val="center"/>
          </w:tcPr>
          <w:p w14:paraId="41D2E9F0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Dimenzije: </w:t>
            </w:r>
            <w: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35" w:name="Text93"/>
            <w:r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3473" w:type="dxa"/>
            <w:gridSpan w:val="5"/>
            <w:vAlign w:val="center"/>
          </w:tcPr>
          <w:p w14:paraId="53656E88" w14:textId="77777777" w:rsidR="00521A25" w:rsidRDefault="00521A25">
            <w:pPr>
              <w:rPr>
                <w:lang w:val="hr-HR"/>
              </w:rPr>
            </w:pPr>
            <w:r>
              <w:rPr>
                <w:lang w:val="hr-HR"/>
              </w:rPr>
              <w:t xml:space="preserve">Težina: </w:t>
            </w:r>
            <w:r>
              <w:rPr>
                <w:lang w:val="hr-HR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36" w:name="Text94"/>
            <w:r>
              <w:rPr>
                <w:lang w:val="hr-HR"/>
              </w:rPr>
              <w:instrText xml:space="preserve"> FORMTEXT </w:instrText>
            </w:r>
            <w:r>
              <w:rPr>
                <w:lang w:val="hr-HR"/>
              </w:rPr>
            </w:r>
            <w:r>
              <w:rPr>
                <w:lang w:val="hr-HR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hr-HR"/>
              </w:rPr>
              <w:fldChar w:fldCharType="end"/>
            </w:r>
            <w:bookmarkEnd w:id="36"/>
          </w:p>
        </w:tc>
      </w:tr>
      <w:tr w:rsidR="00521A25" w14:paraId="5E353A62" w14:textId="77777777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2802" w:type="dxa"/>
            <w:vMerge/>
          </w:tcPr>
          <w:p w14:paraId="5759064D" w14:textId="77777777" w:rsidR="00521A25" w:rsidRDefault="00521A25">
            <w:pPr>
              <w:rPr>
                <w:lang w:val="hr-HR"/>
              </w:rPr>
            </w:pPr>
          </w:p>
        </w:tc>
        <w:tc>
          <w:tcPr>
            <w:tcW w:w="6945" w:type="dxa"/>
            <w:gridSpan w:val="10"/>
            <w:vAlign w:val="center"/>
          </w:tcPr>
          <w:p w14:paraId="0D53AD8A" w14:textId="77777777" w:rsidR="00521A25" w:rsidRDefault="00521A25">
            <w:r>
              <w:t xml:space="preserve"> Discipacija:  </w:t>
            </w:r>
            <w: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37" w:name="Text1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  <w:r>
              <w:t xml:space="preserve">                                           W</w:t>
            </w:r>
          </w:p>
        </w:tc>
      </w:tr>
      <w:tr w:rsidR="00521A25" w14:paraId="57B0500A" w14:textId="77777777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802" w:type="dxa"/>
            <w:vMerge/>
          </w:tcPr>
          <w:p w14:paraId="3B0DA4BB" w14:textId="77777777" w:rsidR="00521A25" w:rsidRDefault="00521A25">
            <w:pPr>
              <w:rPr>
                <w:lang w:val="hr-HR"/>
              </w:rPr>
            </w:pPr>
          </w:p>
        </w:tc>
        <w:tc>
          <w:tcPr>
            <w:tcW w:w="6945" w:type="dxa"/>
            <w:gridSpan w:val="10"/>
          </w:tcPr>
          <w:p w14:paraId="15757FB0" w14:textId="77777777" w:rsidR="00521A25" w:rsidRDefault="00521A25">
            <w:pPr>
              <w:rPr>
                <w:lang w:val="hr-HR"/>
              </w:rPr>
            </w:pPr>
            <w:r>
              <w:t>Opaske</w:t>
            </w:r>
            <w:r>
              <w:rPr>
                <w:lang w:val="hr-HR"/>
              </w:rPr>
              <w:t>:</w:t>
            </w:r>
          </w:p>
        </w:tc>
      </w:tr>
      <w:tr w:rsidR="00521A25" w14:paraId="70724104" w14:textId="77777777">
        <w:tblPrEx>
          <w:tblCellMar>
            <w:top w:w="0" w:type="dxa"/>
            <w:bottom w:w="0" w:type="dxa"/>
          </w:tblCellMar>
        </w:tblPrEx>
        <w:trPr>
          <w:cantSplit/>
          <w:trHeight w:val="798"/>
        </w:trPr>
        <w:tc>
          <w:tcPr>
            <w:tcW w:w="2802" w:type="dxa"/>
            <w:vMerge w:val="restart"/>
          </w:tcPr>
          <w:p w14:paraId="21FB65F4" w14:textId="77777777" w:rsidR="00521A25" w:rsidRDefault="00521A25">
            <w:pPr>
              <w:pStyle w:val="BodyTex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Ukoliko se zahtijeva instaliranje opreme u posebnoj prostoriji, koja će biti pripremljena od treće strane, trebaju se priložiti podaci za instaliranje koji moraju sadržavati:  </w:t>
            </w:r>
            <w:r>
              <w:rPr>
                <w:sz w:val="20"/>
              </w:rPr>
              <w:t>specifikaciju opreme i opis proizvođača uključujući fizička svojstva (dimenzije, težina, boja, itd.); idejni projekt instalacije sa detaljima smještaja opreme, el.instalacija i ostalog</w:t>
            </w:r>
          </w:p>
        </w:tc>
        <w:tc>
          <w:tcPr>
            <w:tcW w:w="6945" w:type="dxa"/>
            <w:gridSpan w:val="10"/>
            <w:vAlign w:val="center"/>
          </w:tcPr>
          <w:p w14:paraId="4482FEB5" w14:textId="77777777" w:rsidR="00521A25" w:rsidRDefault="00521A25">
            <w:pPr>
              <w:rPr>
                <w:lang w:val="de-DE"/>
              </w:rPr>
            </w:pPr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9"/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bookmarkEnd w:id="38"/>
            <w:r>
              <w:rPr>
                <w:b/>
                <w:lang w:val="de-DE"/>
              </w:rPr>
              <w:t xml:space="preserve">DA </w:t>
            </w:r>
            <w:r>
              <w:rPr>
                <w:lang w:val="de-DE"/>
              </w:rPr>
              <w:t xml:space="preserve">                                                   </w:t>
            </w:r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0"/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bookmarkEnd w:id="39"/>
            <w:r>
              <w:rPr>
                <w:b/>
                <w:lang w:val="de-DE"/>
              </w:rPr>
              <w:t>NE</w:t>
            </w:r>
          </w:p>
        </w:tc>
      </w:tr>
      <w:tr w:rsidR="00521A25" w14:paraId="130C0D4C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802" w:type="dxa"/>
            <w:vMerge/>
          </w:tcPr>
          <w:p w14:paraId="6A35196E" w14:textId="77777777" w:rsidR="00521A25" w:rsidRDefault="00521A25">
            <w:pPr>
              <w:pStyle w:val="BodyText"/>
              <w:rPr>
                <w:sz w:val="20"/>
              </w:rPr>
            </w:pPr>
          </w:p>
        </w:tc>
        <w:tc>
          <w:tcPr>
            <w:tcW w:w="6945" w:type="dxa"/>
            <w:gridSpan w:val="10"/>
            <w:vAlign w:val="center"/>
          </w:tcPr>
          <w:p w14:paraId="121D8F38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>Proizvođač:</w:t>
            </w:r>
          </w:p>
        </w:tc>
      </w:tr>
      <w:tr w:rsidR="00521A25" w14:paraId="595ED154" w14:textId="77777777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2802" w:type="dxa"/>
            <w:vMerge/>
          </w:tcPr>
          <w:p w14:paraId="5066C7B1" w14:textId="77777777" w:rsidR="00521A25" w:rsidRDefault="00521A25">
            <w:pPr>
              <w:pStyle w:val="BodyText"/>
              <w:rPr>
                <w:sz w:val="20"/>
              </w:rPr>
            </w:pPr>
          </w:p>
        </w:tc>
        <w:tc>
          <w:tcPr>
            <w:tcW w:w="2315" w:type="dxa"/>
            <w:gridSpan w:val="3"/>
            <w:vAlign w:val="center"/>
          </w:tcPr>
          <w:p w14:paraId="1207BC27" w14:textId="77777777" w:rsidR="00521A25" w:rsidRDefault="00521A25">
            <w:pPr>
              <w:rPr>
                <w:b/>
                <w:lang w:val="de-DE"/>
              </w:rPr>
            </w:pPr>
            <w:r>
              <w:rPr>
                <w:lang w:val="de-DE"/>
              </w:rPr>
              <w:t>Dimenzije:</w:t>
            </w:r>
            <w:r>
              <w:rPr>
                <w:b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40" w:name="Text95"/>
            <w:r>
              <w:rPr>
                <w:b/>
                <w:lang w:val="de-DE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bookmarkEnd w:id="40"/>
        <w:tc>
          <w:tcPr>
            <w:tcW w:w="2315" w:type="dxa"/>
            <w:gridSpan w:val="6"/>
            <w:vAlign w:val="center"/>
          </w:tcPr>
          <w:p w14:paraId="4DC9D864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Težina: </w:t>
            </w:r>
            <w: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41" w:name="Text96"/>
            <w:r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  <w:tc>
          <w:tcPr>
            <w:tcW w:w="2315" w:type="dxa"/>
            <w:vAlign w:val="center"/>
          </w:tcPr>
          <w:p w14:paraId="537F6552" w14:textId="77777777" w:rsidR="00521A25" w:rsidRDefault="00521A25">
            <w:pPr>
              <w:rPr>
                <w:b/>
                <w:lang w:val="de-DE"/>
              </w:rPr>
            </w:pPr>
            <w:r>
              <w:rPr>
                <w:lang w:val="de-DE"/>
              </w:rPr>
              <w:t>Boja:</w:t>
            </w:r>
            <w:r>
              <w:rPr>
                <w:b/>
                <w:lang w:val="de-DE"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42" w:name="Text97"/>
            <w:r>
              <w:rPr>
                <w:b/>
                <w:lang w:val="de-DE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2"/>
          </w:p>
        </w:tc>
      </w:tr>
      <w:tr w:rsidR="00521A25" w14:paraId="1747A8E8" w14:textId="77777777">
        <w:tblPrEx>
          <w:tblCellMar>
            <w:top w:w="0" w:type="dxa"/>
            <w:bottom w:w="0" w:type="dxa"/>
          </w:tblCellMar>
        </w:tblPrEx>
        <w:trPr>
          <w:cantSplit/>
          <w:trHeight w:val="1450"/>
        </w:trPr>
        <w:tc>
          <w:tcPr>
            <w:tcW w:w="2802" w:type="dxa"/>
            <w:vMerge/>
          </w:tcPr>
          <w:p w14:paraId="25917BDA" w14:textId="77777777" w:rsidR="00521A25" w:rsidRDefault="00521A25">
            <w:pPr>
              <w:pStyle w:val="BodyText"/>
              <w:rPr>
                <w:sz w:val="20"/>
              </w:rPr>
            </w:pPr>
          </w:p>
        </w:tc>
        <w:tc>
          <w:tcPr>
            <w:tcW w:w="6945" w:type="dxa"/>
            <w:gridSpan w:val="10"/>
            <w:tcBorders>
              <w:bottom w:val="single" w:sz="4" w:space="0" w:color="auto"/>
            </w:tcBorders>
          </w:tcPr>
          <w:p w14:paraId="59492918" w14:textId="77777777" w:rsidR="00521A25" w:rsidRDefault="00521A25">
            <w:pPr>
              <w:rPr>
                <w:lang w:val="de-DE"/>
              </w:rPr>
            </w:pPr>
          </w:p>
          <w:p w14:paraId="66BA61D2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>Opaske:</w:t>
            </w:r>
          </w:p>
        </w:tc>
      </w:tr>
      <w:tr w:rsidR="00521A25" w14:paraId="6117D692" w14:textId="77777777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2802" w:type="dxa"/>
            <w:vMerge w:val="restart"/>
          </w:tcPr>
          <w:p w14:paraId="33278A2C" w14:textId="77777777" w:rsidR="00521A25" w:rsidRDefault="00521A25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Ukoliko nije ranije specificirano, navesti potrebe za instalacijom struje. Navesti način na koji se predviđa izvesti priključak na el.mrežu. </w:t>
            </w:r>
            <w:r>
              <w:rPr>
                <w:lang w:val="hr-HR"/>
              </w:rPr>
              <w:t>(npr. sekundarno brojilo, dir. priključak od distributera/HEP i itd)</w:t>
            </w:r>
          </w:p>
        </w:tc>
        <w:tc>
          <w:tcPr>
            <w:tcW w:w="3472" w:type="dxa"/>
            <w:gridSpan w:val="5"/>
            <w:vAlign w:val="center"/>
          </w:tcPr>
          <w:p w14:paraId="0EEC952D" w14:textId="77777777" w:rsidR="00521A25" w:rsidRDefault="00521A25">
            <w:r>
              <w:t xml:space="preserve">AC </w:t>
            </w: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3"/>
            <w:r>
              <w:instrText xml:space="preserve"> FORMCHECKBOX </w:instrText>
            </w:r>
            <w:r>
              <w:fldChar w:fldCharType="end"/>
            </w:r>
            <w:bookmarkEnd w:id="43"/>
            <w:r>
              <w:t xml:space="preserve">          </w:t>
            </w:r>
            <w: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44" w:name="Text1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  <w:r>
              <w:t xml:space="preserve">     V</w:t>
            </w:r>
          </w:p>
        </w:tc>
        <w:tc>
          <w:tcPr>
            <w:tcW w:w="3473" w:type="dxa"/>
            <w:gridSpan w:val="5"/>
            <w:vAlign w:val="center"/>
          </w:tcPr>
          <w:p w14:paraId="25239500" w14:textId="77777777" w:rsidR="00521A25" w:rsidRDefault="00521A25">
            <w:r>
              <w:t xml:space="preserve">DC </w:t>
            </w:r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4"/>
            <w:r>
              <w:instrText xml:space="preserve"> FORMCHECKBOX </w:instrText>
            </w:r>
            <w:r>
              <w:fldChar w:fldCharType="end"/>
            </w:r>
            <w:bookmarkEnd w:id="45"/>
            <w:r>
              <w:t xml:space="preserve">          </w:t>
            </w:r>
            <w: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46" w:name="Text1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6"/>
            <w:r>
              <w:t xml:space="preserve">     V</w:t>
            </w:r>
          </w:p>
        </w:tc>
      </w:tr>
      <w:tr w:rsidR="00521A25" w14:paraId="0E8A77AA" w14:textId="77777777">
        <w:tblPrEx>
          <w:tblCellMar>
            <w:top w:w="0" w:type="dxa"/>
            <w:bottom w:w="0" w:type="dxa"/>
          </w:tblCellMar>
        </w:tblPrEx>
        <w:trPr>
          <w:cantSplit/>
          <w:trHeight w:val="849"/>
        </w:trPr>
        <w:tc>
          <w:tcPr>
            <w:tcW w:w="2802" w:type="dxa"/>
            <w:vMerge/>
          </w:tcPr>
          <w:p w14:paraId="6A8F9A5E" w14:textId="77777777" w:rsidR="00521A25" w:rsidRDefault="00521A25">
            <w:pPr>
              <w:rPr>
                <w:b/>
                <w:lang w:val="hr-HR"/>
              </w:rPr>
            </w:pPr>
          </w:p>
        </w:tc>
        <w:tc>
          <w:tcPr>
            <w:tcW w:w="6945" w:type="dxa"/>
            <w:gridSpan w:val="10"/>
            <w:tcBorders>
              <w:bottom w:val="single" w:sz="4" w:space="0" w:color="auto"/>
            </w:tcBorders>
            <w:vAlign w:val="center"/>
          </w:tcPr>
          <w:p w14:paraId="2222079B" w14:textId="77777777" w:rsidR="00521A25" w:rsidRDefault="00521A25">
            <w:pPr>
              <w:rPr>
                <w:b/>
              </w:rPr>
            </w:pPr>
            <w:r>
              <w:t xml:space="preserve">Predviđena snaga </w:t>
            </w:r>
            <w: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47" w:name="Text10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7"/>
            <w:r>
              <w:t xml:space="preserve"> kW</w:t>
            </w:r>
          </w:p>
        </w:tc>
      </w:tr>
      <w:tr w:rsidR="00521A25" w14:paraId="1570ECA3" w14:textId="77777777">
        <w:tblPrEx>
          <w:tblCellMar>
            <w:top w:w="0" w:type="dxa"/>
            <w:bottom w:w="0" w:type="dxa"/>
          </w:tblCellMar>
        </w:tblPrEx>
        <w:trPr>
          <w:cantSplit/>
          <w:trHeight w:val="545"/>
        </w:trPr>
        <w:tc>
          <w:tcPr>
            <w:tcW w:w="2802" w:type="dxa"/>
            <w:vMerge/>
          </w:tcPr>
          <w:p w14:paraId="711D6AA1" w14:textId="77777777" w:rsidR="00521A25" w:rsidRDefault="00521A25">
            <w:pPr>
              <w:rPr>
                <w:b/>
                <w:lang w:val="hr-HR"/>
              </w:rPr>
            </w:pPr>
          </w:p>
        </w:tc>
        <w:tc>
          <w:tcPr>
            <w:tcW w:w="6945" w:type="dxa"/>
            <w:gridSpan w:val="10"/>
            <w:vAlign w:val="center"/>
          </w:tcPr>
          <w:p w14:paraId="10909355" w14:textId="77777777" w:rsidR="00521A25" w:rsidRDefault="00521A25">
            <w:pPr>
              <w:rPr>
                <w:lang w:val="hr-HR"/>
              </w:rPr>
            </w:pPr>
            <w:r>
              <w:t>Opaske</w:t>
            </w:r>
            <w:r>
              <w:rPr>
                <w:lang w:val="hr-HR"/>
              </w:rPr>
              <w:t>:</w:t>
            </w:r>
          </w:p>
        </w:tc>
      </w:tr>
      <w:tr w:rsidR="00521A25" w14:paraId="614661AE" w14:textId="77777777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14:paraId="2832EB01" w14:textId="77777777" w:rsidR="00521A25" w:rsidRDefault="00521A25">
            <w:pPr>
              <w:jc w:val="both"/>
              <w:rPr>
                <w:b/>
                <w:lang w:val="hr-HR"/>
              </w:rPr>
            </w:pPr>
            <w:r>
              <w:rPr>
                <w:b/>
                <w:lang w:val="hr-HR"/>
              </w:rPr>
              <w:t>Podaci o podizvođačima koji se predviđaju sa obavljanje poslova u svim fazama instalacije opreme (</w:t>
            </w:r>
            <w:r>
              <w:rPr>
                <w:lang w:val="hr-HR"/>
              </w:rPr>
              <w:t>uključujući građ., električne i telekom poslove</w:t>
            </w:r>
            <w:r>
              <w:rPr>
                <w:b/>
                <w:lang w:val="hr-HR"/>
              </w:rPr>
              <w:t>.)</w:t>
            </w:r>
          </w:p>
          <w:p w14:paraId="446E4B45" w14:textId="77777777" w:rsidR="00521A25" w:rsidRDefault="00521A25">
            <w:pPr>
              <w:pStyle w:val="BodyText2"/>
            </w:pPr>
            <w:r>
              <w:t>Podizvo</w:t>
            </w:r>
            <w:r w:rsidR="00212C33">
              <w:t xml:space="preserve">đači moraju imati odobrenje </w:t>
            </w:r>
            <w:r w:rsidR="00E537B6">
              <w:t>A1 Hrv</w:t>
            </w:r>
            <w:r>
              <w:t>a</w:t>
            </w:r>
            <w:r w:rsidR="00E537B6">
              <w:t>tska</w:t>
            </w:r>
          </w:p>
          <w:p w14:paraId="564A81F6" w14:textId="77777777" w:rsidR="00521A25" w:rsidRDefault="00521A25">
            <w:pPr>
              <w:rPr>
                <w:b/>
                <w:lang w:val="hr-HR"/>
              </w:rPr>
            </w:pPr>
          </w:p>
        </w:tc>
        <w:tc>
          <w:tcPr>
            <w:tcW w:w="6945" w:type="dxa"/>
            <w:gridSpan w:val="10"/>
          </w:tcPr>
          <w:p w14:paraId="0368A9CA" w14:textId="77777777" w:rsidR="00521A25" w:rsidRDefault="00521A25">
            <w:pPr>
              <w:rPr>
                <w:lang w:val="hr-HR"/>
              </w:rPr>
            </w:pPr>
          </w:p>
        </w:tc>
      </w:tr>
      <w:tr w:rsidR="00521A25" w14:paraId="2C589DC7" w14:textId="77777777">
        <w:tblPrEx>
          <w:tblCellMar>
            <w:top w:w="0" w:type="dxa"/>
            <w:bottom w:w="0" w:type="dxa"/>
          </w:tblCellMar>
        </w:tblPrEx>
        <w:trPr>
          <w:trHeight w:hRule="exact" w:val="843"/>
        </w:trPr>
        <w:tc>
          <w:tcPr>
            <w:tcW w:w="2802" w:type="dxa"/>
          </w:tcPr>
          <w:p w14:paraId="641E2BFF" w14:textId="77777777" w:rsidR="00521A25" w:rsidRDefault="00521A25">
            <w:pPr>
              <w:rPr>
                <w:lang w:val="hr-HR"/>
              </w:rPr>
            </w:pPr>
            <w:r>
              <w:rPr>
                <w:b/>
                <w:lang w:val="hr-HR"/>
              </w:rPr>
              <w:lastRenderedPageBreak/>
              <w:t>Podaci o predviđenom trajanju  radova</w:t>
            </w:r>
            <w:r>
              <w:rPr>
                <w:lang w:val="hr-HR"/>
              </w:rPr>
              <w:t xml:space="preserve"> sa datumima početka i završetka: </w:t>
            </w:r>
          </w:p>
          <w:p w14:paraId="748AC307" w14:textId="77777777" w:rsidR="00521A25" w:rsidRDefault="00521A25">
            <w:pPr>
              <w:rPr>
                <w:lang w:val="hr-HR"/>
              </w:rPr>
            </w:pPr>
          </w:p>
        </w:tc>
        <w:tc>
          <w:tcPr>
            <w:tcW w:w="3472" w:type="dxa"/>
            <w:gridSpan w:val="5"/>
            <w:vAlign w:val="center"/>
          </w:tcPr>
          <w:p w14:paraId="0A68EB3E" w14:textId="77777777" w:rsidR="00521A25" w:rsidRDefault="00521A25">
            <w:pPr>
              <w:rPr>
                <w:lang w:val="hr-HR"/>
              </w:rPr>
            </w:pPr>
            <w:r>
              <w:t>Po</w:t>
            </w:r>
            <w:r>
              <w:rPr>
                <w:lang w:val="hr-HR"/>
              </w:rPr>
              <w:t>č</w:t>
            </w:r>
            <w:r>
              <w:t>etak</w:t>
            </w:r>
            <w:r>
              <w:rPr>
                <w:lang w:val="hr-HR"/>
              </w:rPr>
              <w:t xml:space="preserve">: </w:t>
            </w:r>
            <w: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48" w:name="Text104"/>
            <w:r>
              <w:rPr>
                <w:lang w:val="hr-HR"/>
              </w:rPr>
              <w:instrText xml:space="preserve"> </w:instrText>
            </w:r>
            <w:r>
              <w:instrText>FORMTEXT</w:instrText>
            </w:r>
            <w:r>
              <w:rPr>
                <w:lang w:val="hr-HR"/>
              </w:rP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8"/>
          </w:p>
        </w:tc>
        <w:tc>
          <w:tcPr>
            <w:tcW w:w="3473" w:type="dxa"/>
            <w:gridSpan w:val="5"/>
            <w:vAlign w:val="center"/>
          </w:tcPr>
          <w:p w14:paraId="76155B33" w14:textId="77777777" w:rsidR="00521A25" w:rsidRDefault="00521A25">
            <w:pPr>
              <w:rPr>
                <w:lang w:val="hr-HR"/>
              </w:rPr>
            </w:pPr>
            <w:r>
              <w:t>Zavr</w:t>
            </w:r>
            <w:r>
              <w:rPr>
                <w:lang w:val="hr-HR"/>
              </w:rPr>
              <w:t>š</w:t>
            </w:r>
            <w:r>
              <w:t>etak</w:t>
            </w:r>
            <w:r>
              <w:rPr>
                <w:lang w:val="hr-HR"/>
              </w:rPr>
              <w:t xml:space="preserve">: </w:t>
            </w:r>
            <w: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49" w:name="Text105"/>
            <w:r>
              <w:rPr>
                <w:lang w:val="hr-HR"/>
              </w:rPr>
              <w:instrText xml:space="preserve"> </w:instrText>
            </w:r>
            <w:r>
              <w:instrText>FORMTEXT</w:instrText>
            </w:r>
            <w:r>
              <w:rPr>
                <w:lang w:val="hr-HR"/>
              </w:rP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9"/>
          </w:p>
        </w:tc>
      </w:tr>
      <w:tr w:rsidR="00521A25" w14:paraId="527168A8" w14:textId="77777777">
        <w:tblPrEx>
          <w:tblCellMar>
            <w:top w:w="0" w:type="dxa"/>
            <w:bottom w:w="0" w:type="dxa"/>
          </w:tblCellMar>
        </w:tblPrEx>
        <w:trPr>
          <w:cantSplit/>
          <w:trHeight w:val="568"/>
        </w:trPr>
        <w:tc>
          <w:tcPr>
            <w:tcW w:w="9747" w:type="dxa"/>
            <w:gridSpan w:val="11"/>
            <w:tcBorders>
              <w:bottom w:val="single" w:sz="4" w:space="0" w:color="auto"/>
            </w:tcBorders>
          </w:tcPr>
          <w:p w14:paraId="5EA9A4A5" w14:textId="77777777" w:rsidR="00521A25" w:rsidRDefault="00521A25">
            <w:pPr>
              <w:rPr>
                <w:b/>
                <w:sz w:val="24"/>
                <w:lang w:val="hr-HR"/>
              </w:rPr>
            </w:pPr>
          </w:p>
          <w:p w14:paraId="2D1E477A" w14:textId="77777777" w:rsidR="00521A25" w:rsidRDefault="00521A25">
            <w:pPr>
              <w:rPr>
                <w:b/>
                <w:sz w:val="24"/>
                <w:lang w:val="hr-HR"/>
              </w:rPr>
            </w:pPr>
            <w:r>
              <w:rPr>
                <w:b/>
                <w:sz w:val="24"/>
                <w:lang w:val="hr-HR"/>
              </w:rPr>
              <w:t>Podaci o zahtjevima održavanja, nakon što je sustav instaliran</w:t>
            </w:r>
          </w:p>
          <w:p w14:paraId="7DA8DE9F" w14:textId="77777777" w:rsidR="00521A25" w:rsidRDefault="00521A25">
            <w:pPr>
              <w:rPr>
                <w:lang w:val="hr-HR"/>
              </w:rPr>
            </w:pPr>
          </w:p>
        </w:tc>
      </w:tr>
      <w:tr w:rsidR="00521A25" w14:paraId="7E48EC1C" w14:textId="77777777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63C8C846" w14:textId="77777777" w:rsidR="00521A25" w:rsidRDefault="00521A25">
            <w:pPr>
              <w:pStyle w:val="Heading1"/>
            </w:pPr>
            <w:r>
              <w:t xml:space="preserve">Broj posjeta lokaciji </w:t>
            </w:r>
          </w:p>
        </w:tc>
        <w:tc>
          <w:tcPr>
            <w:tcW w:w="3472" w:type="dxa"/>
            <w:gridSpan w:val="5"/>
            <w:tcBorders>
              <w:bottom w:val="single" w:sz="4" w:space="0" w:color="auto"/>
            </w:tcBorders>
            <w:vAlign w:val="center"/>
          </w:tcPr>
          <w:p w14:paraId="28B81E11" w14:textId="77777777" w:rsidR="00521A25" w:rsidRDefault="00521A25">
            <w:pPr>
              <w:rPr>
                <w:lang w:val="hr-HR"/>
              </w:rPr>
            </w:pPr>
            <w:r>
              <w:rPr>
                <w:lang w:val="hr-HR"/>
              </w:rPr>
              <w:t xml:space="preserve">Godišnje </w:t>
            </w:r>
            <w:r>
              <w:rPr>
                <w:lang w:val="hr-HR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50" w:name="Text106"/>
            <w:r>
              <w:rPr>
                <w:lang w:val="hr-HR"/>
              </w:rPr>
              <w:instrText xml:space="preserve"> FORMTEXT </w:instrText>
            </w:r>
            <w:r>
              <w:rPr>
                <w:lang w:val="hr-HR"/>
              </w:rPr>
            </w:r>
            <w:r>
              <w:rPr>
                <w:lang w:val="hr-HR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hr-HR"/>
              </w:rPr>
              <w:fldChar w:fldCharType="end"/>
            </w:r>
            <w:bookmarkEnd w:id="50"/>
          </w:p>
        </w:tc>
        <w:tc>
          <w:tcPr>
            <w:tcW w:w="3473" w:type="dxa"/>
            <w:gridSpan w:val="5"/>
            <w:tcBorders>
              <w:bottom w:val="single" w:sz="4" w:space="0" w:color="auto"/>
            </w:tcBorders>
            <w:vAlign w:val="center"/>
          </w:tcPr>
          <w:p w14:paraId="3A663696" w14:textId="77777777" w:rsidR="00521A25" w:rsidRDefault="00521A25">
            <w:pPr>
              <w:rPr>
                <w:lang w:val="hr-HR"/>
              </w:rPr>
            </w:pPr>
            <w:r>
              <w:rPr>
                <w:lang w:val="hr-HR"/>
              </w:rPr>
              <w:t xml:space="preserve">Mjesečno </w:t>
            </w:r>
            <w:r>
              <w:rPr>
                <w:lang w:val="hr-HR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51" w:name="Text107"/>
            <w:r>
              <w:rPr>
                <w:lang w:val="hr-HR"/>
              </w:rPr>
              <w:instrText xml:space="preserve"> FORMTEXT </w:instrText>
            </w:r>
            <w:r>
              <w:rPr>
                <w:lang w:val="hr-HR"/>
              </w:rPr>
            </w:r>
            <w:r>
              <w:rPr>
                <w:lang w:val="hr-HR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hr-HR"/>
              </w:rPr>
              <w:fldChar w:fldCharType="end"/>
            </w:r>
            <w:bookmarkEnd w:id="51"/>
          </w:p>
        </w:tc>
      </w:tr>
      <w:tr w:rsidR="00521A25" w14:paraId="48A2EF5B" w14:textId="77777777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802" w:type="dxa"/>
            <w:vAlign w:val="center"/>
          </w:tcPr>
          <w:p w14:paraId="4E96E349" w14:textId="77777777" w:rsidR="00521A25" w:rsidRDefault="00521A25">
            <w:pPr>
              <w:pStyle w:val="Heading1"/>
            </w:pPr>
            <w:r>
              <w:t>Od strane podizvođača</w:t>
            </w:r>
          </w:p>
        </w:tc>
        <w:tc>
          <w:tcPr>
            <w:tcW w:w="3472" w:type="dxa"/>
            <w:gridSpan w:val="5"/>
            <w:vAlign w:val="center"/>
          </w:tcPr>
          <w:p w14:paraId="0D9A3DC4" w14:textId="77777777" w:rsidR="00521A25" w:rsidRDefault="00521A25">
            <w:pPr>
              <w:rPr>
                <w:lang w:val="hr-HR"/>
              </w:rPr>
            </w:pPr>
            <w:r>
              <w:t>Godi</w:t>
            </w:r>
            <w:r>
              <w:rPr>
                <w:lang w:val="hr-HR"/>
              </w:rPr>
              <w:t>š</w:t>
            </w:r>
            <w:r>
              <w:t>nje</w:t>
            </w:r>
            <w:r>
              <w:rPr>
                <w:lang w:val="hr-HR"/>
              </w:rPr>
              <w:t xml:space="preserve"> </w:t>
            </w:r>
            <w: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52" w:name="Text108"/>
            <w:r>
              <w:rPr>
                <w:lang w:val="hr-HR"/>
              </w:rPr>
              <w:instrText xml:space="preserve"> </w:instrText>
            </w:r>
            <w:r>
              <w:instrText>FORMTEXT</w:instrText>
            </w:r>
            <w:r>
              <w:rPr>
                <w:lang w:val="hr-HR"/>
              </w:rP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2"/>
          </w:p>
        </w:tc>
        <w:tc>
          <w:tcPr>
            <w:tcW w:w="3473" w:type="dxa"/>
            <w:gridSpan w:val="5"/>
            <w:vAlign w:val="center"/>
          </w:tcPr>
          <w:p w14:paraId="71403E4C" w14:textId="77777777" w:rsidR="00521A25" w:rsidRDefault="00521A25">
            <w:pPr>
              <w:rPr>
                <w:lang w:val="hr-HR"/>
              </w:rPr>
            </w:pPr>
            <w:r>
              <w:t>Mjese</w:t>
            </w:r>
            <w:r>
              <w:rPr>
                <w:lang w:val="hr-HR"/>
              </w:rPr>
              <w:t>č</w:t>
            </w:r>
            <w:r>
              <w:t>no</w:t>
            </w:r>
            <w:r>
              <w:rPr>
                <w:lang w:val="hr-HR"/>
              </w:rPr>
              <w:t xml:space="preserve">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53" w:name="Text109"/>
            <w:r>
              <w:rPr>
                <w:lang w:val="hr-HR"/>
              </w:rPr>
              <w:instrText xml:space="preserve"> </w:instrText>
            </w:r>
            <w:r>
              <w:instrText>FORMTEXT</w:instrText>
            </w:r>
            <w:r>
              <w:rPr>
                <w:lang w:val="hr-HR"/>
              </w:rP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3"/>
          </w:p>
        </w:tc>
      </w:tr>
      <w:tr w:rsidR="00521A25" w14:paraId="09327306" w14:textId="77777777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9747" w:type="dxa"/>
            <w:gridSpan w:val="11"/>
            <w:vAlign w:val="center"/>
          </w:tcPr>
          <w:p w14:paraId="2DC558BE" w14:textId="77777777" w:rsidR="00521A25" w:rsidRDefault="00521A25">
            <w:pPr>
              <w:rPr>
                <w:b/>
                <w:lang w:val="hr-HR"/>
              </w:rPr>
            </w:pPr>
          </w:p>
          <w:p w14:paraId="06EA2CF8" w14:textId="77777777" w:rsidR="00521A25" w:rsidRDefault="00521A25">
            <w:pPr>
              <w:rPr>
                <w:lang w:val="hr-HR"/>
              </w:rPr>
            </w:pPr>
            <w:r>
              <w:rPr>
                <w:b/>
                <w:lang w:val="hr-HR"/>
              </w:rPr>
              <w:t>Bilo koji dodatni  podaci koji bi mogli pomoći u obradi ovog zahtjeva mogu se niže navesti</w:t>
            </w:r>
          </w:p>
          <w:p w14:paraId="60CBE58E" w14:textId="77777777" w:rsidR="00521A25" w:rsidRDefault="00521A25">
            <w:pPr>
              <w:rPr>
                <w:lang w:val="hr-HR"/>
              </w:rPr>
            </w:pPr>
          </w:p>
        </w:tc>
      </w:tr>
      <w:tr w:rsidR="00521A25" w14:paraId="372AABE5" w14:textId="77777777">
        <w:tblPrEx>
          <w:tblCellMar>
            <w:top w:w="0" w:type="dxa"/>
            <w:bottom w:w="0" w:type="dxa"/>
          </w:tblCellMar>
        </w:tblPrEx>
        <w:trPr>
          <w:cantSplit/>
          <w:trHeight w:val="1551"/>
        </w:trPr>
        <w:tc>
          <w:tcPr>
            <w:tcW w:w="9747" w:type="dxa"/>
            <w:gridSpan w:val="11"/>
            <w:vAlign w:val="center"/>
          </w:tcPr>
          <w:p w14:paraId="6F735903" w14:textId="77777777" w:rsidR="00521A25" w:rsidRDefault="00521A25">
            <w:pPr>
              <w:rPr>
                <w:b/>
                <w:lang w:val="hr-HR"/>
              </w:rPr>
            </w:pPr>
          </w:p>
        </w:tc>
      </w:tr>
      <w:tr w:rsidR="00521A25" w14:paraId="36303C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02" w:type="dxa"/>
          </w:tcPr>
          <w:p w14:paraId="7B1147EE" w14:textId="77777777" w:rsidR="00521A25" w:rsidRDefault="00521A25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>Ime osobe koja je ispunila zatjev:</w:t>
            </w:r>
          </w:p>
        </w:tc>
        <w:tc>
          <w:tcPr>
            <w:tcW w:w="2125" w:type="dxa"/>
            <w:vAlign w:val="center"/>
          </w:tcPr>
          <w:p w14:paraId="61016A33" w14:textId="77777777" w:rsidR="00521A25" w:rsidRDefault="00521A25">
            <w: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54" w:name="Text7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4"/>
          </w:p>
        </w:tc>
        <w:tc>
          <w:tcPr>
            <w:tcW w:w="2410" w:type="dxa"/>
            <w:gridSpan w:val="7"/>
            <w:vAlign w:val="center"/>
          </w:tcPr>
          <w:p w14:paraId="0E54005F" w14:textId="77777777" w:rsidR="00521A25" w:rsidRDefault="00521A25">
            <w:r>
              <w:rPr>
                <w:lang w:val="hr-HR"/>
              </w:rPr>
              <w:t>Funkcija:</w:t>
            </w:r>
          </w:p>
        </w:tc>
        <w:tc>
          <w:tcPr>
            <w:tcW w:w="2410" w:type="dxa"/>
            <w:gridSpan w:val="2"/>
            <w:vAlign w:val="center"/>
          </w:tcPr>
          <w:p w14:paraId="479EE7D2" w14:textId="77777777" w:rsidR="00521A25" w:rsidRDefault="00521A25">
            <w: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55" w:name="Text7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5"/>
          </w:p>
        </w:tc>
      </w:tr>
      <w:tr w:rsidR="00521A25" w14:paraId="1E37A12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25"/>
        </w:trPr>
        <w:tc>
          <w:tcPr>
            <w:tcW w:w="2802" w:type="dxa"/>
            <w:vAlign w:val="center"/>
          </w:tcPr>
          <w:p w14:paraId="7394AD6F" w14:textId="77777777" w:rsidR="00521A25" w:rsidRDefault="00521A25">
            <w:pPr>
              <w:rPr>
                <w:b/>
              </w:rPr>
            </w:pPr>
            <w:r>
              <w:rPr>
                <w:b/>
                <w:lang w:val="hr-HR"/>
              </w:rPr>
              <w:t>Potpis</w:t>
            </w:r>
          </w:p>
        </w:tc>
        <w:tc>
          <w:tcPr>
            <w:tcW w:w="2125" w:type="dxa"/>
          </w:tcPr>
          <w:p w14:paraId="29CE6D71" w14:textId="77777777" w:rsidR="00521A25" w:rsidRDefault="00521A25"/>
        </w:tc>
        <w:tc>
          <w:tcPr>
            <w:tcW w:w="2410" w:type="dxa"/>
            <w:gridSpan w:val="7"/>
            <w:vAlign w:val="center"/>
          </w:tcPr>
          <w:p w14:paraId="6F49541A" w14:textId="77777777" w:rsidR="00521A25" w:rsidRDefault="00521A25">
            <w:r>
              <w:rPr>
                <w:lang w:val="hr-HR"/>
              </w:rPr>
              <w:t>Datum:</w:t>
            </w:r>
          </w:p>
        </w:tc>
        <w:tc>
          <w:tcPr>
            <w:tcW w:w="2410" w:type="dxa"/>
            <w:gridSpan w:val="2"/>
            <w:vAlign w:val="center"/>
          </w:tcPr>
          <w:p w14:paraId="6B2C514B" w14:textId="77777777" w:rsidR="00521A25" w:rsidRDefault="00521A25">
            <w: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56" w:name="Text7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6"/>
          </w:p>
        </w:tc>
      </w:tr>
    </w:tbl>
    <w:p w14:paraId="572E5F8F" w14:textId="77777777" w:rsidR="00521A25" w:rsidRDefault="00521A2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90"/>
        <w:gridCol w:w="3022"/>
        <w:gridCol w:w="283"/>
        <w:gridCol w:w="3544"/>
      </w:tblGrid>
      <w:tr w:rsidR="00521A25" w14:paraId="2085F899" w14:textId="77777777">
        <w:tblPrEx>
          <w:tblCellMar>
            <w:top w:w="0" w:type="dxa"/>
            <w:bottom w:w="0" w:type="dxa"/>
          </w:tblCellMar>
        </w:tblPrEx>
        <w:trPr>
          <w:cantSplit/>
          <w:trHeight w:val="1045"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4DD99" w14:textId="77777777" w:rsidR="00521A25" w:rsidRDefault="00521A25">
            <w:pPr>
              <w:pStyle w:val="Heading3"/>
              <w:rPr>
                <w:b/>
                <w:sz w:val="36"/>
              </w:rPr>
            </w:pPr>
            <w:r>
              <w:rPr>
                <w:b/>
                <w:sz w:val="36"/>
                <w:u w:val="single"/>
              </w:rPr>
              <w:t>Odobrenje za kolokaciju</w:t>
            </w:r>
            <w:r>
              <w:rPr>
                <w:b/>
                <w:sz w:val="36"/>
              </w:rPr>
              <w:t xml:space="preserve">   </w:t>
            </w:r>
            <w:r>
              <w:rPr>
                <w:b/>
                <w:sz w:val="36"/>
                <w:bdr w:val="single" w:sz="4" w:space="0" w:color="auto"/>
              </w:rPr>
              <w:t>Site ID   _______________</w:t>
            </w:r>
            <w:r>
              <w:rPr>
                <w:b/>
                <w:sz w:val="36"/>
                <w:bdr w:val="single" w:sz="4" w:space="0" w:color="auto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57" w:name="Text124"/>
            <w:r>
              <w:rPr>
                <w:b/>
                <w:sz w:val="36"/>
                <w:bdr w:val="single" w:sz="4" w:space="0" w:color="auto"/>
              </w:rPr>
              <w:instrText xml:space="preserve"> FORMTEXT </w:instrText>
            </w:r>
            <w:r>
              <w:rPr>
                <w:b/>
                <w:sz w:val="36"/>
                <w:bdr w:val="single" w:sz="4" w:space="0" w:color="auto"/>
              </w:rPr>
            </w:r>
            <w:r>
              <w:rPr>
                <w:b/>
                <w:sz w:val="36"/>
                <w:bdr w:val="single" w:sz="4" w:space="0" w:color="auto"/>
              </w:rPr>
              <w:fldChar w:fldCharType="separate"/>
            </w:r>
            <w:r>
              <w:rPr>
                <w:b/>
                <w:noProof/>
                <w:sz w:val="36"/>
                <w:bdr w:val="single" w:sz="4" w:space="0" w:color="auto"/>
              </w:rPr>
              <w:t> </w:t>
            </w:r>
            <w:r>
              <w:rPr>
                <w:b/>
                <w:noProof/>
                <w:sz w:val="36"/>
                <w:bdr w:val="single" w:sz="4" w:space="0" w:color="auto"/>
              </w:rPr>
              <w:t> </w:t>
            </w:r>
            <w:r>
              <w:rPr>
                <w:b/>
                <w:noProof/>
                <w:sz w:val="36"/>
                <w:bdr w:val="single" w:sz="4" w:space="0" w:color="auto"/>
              </w:rPr>
              <w:t> </w:t>
            </w:r>
            <w:r>
              <w:rPr>
                <w:b/>
                <w:noProof/>
                <w:sz w:val="36"/>
                <w:bdr w:val="single" w:sz="4" w:space="0" w:color="auto"/>
              </w:rPr>
              <w:t> </w:t>
            </w:r>
            <w:r>
              <w:rPr>
                <w:b/>
                <w:noProof/>
                <w:sz w:val="36"/>
                <w:bdr w:val="single" w:sz="4" w:space="0" w:color="auto"/>
              </w:rPr>
              <w:t> </w:t>
            </w:r>
            <w:r>
              <w:rPr>
                <w:b/>
                <w:sz w:val="36"/>
                <w:bdr w:val="single" w:sz="4" w:space="0" w:color="auto"/>
              </w:rPr>
              <w:fldChar w:fldCharType="end"/>
            </w:r>
            <w:bookmarkEnd w:id="57"/>
            <w:r>
              <w:rPr>
                <w:b/>
                <w:sz w:val="36"/>
              </w:rPr>
              <w:t xml:space="preserve">         </w:t>
            </w:r>
          </w:p>
        </w:tc>
      </w:tr>
      <w:tr w:rsidR="00521A25" w14:paraId="4617A387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BA08" w14:textId="77777777" w:rsidR="00521A25" w:rsidRDefault="00521A25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Projektant ili revident statike</w:t>
            </w: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A471" w14:textId="77777777" w:rsidR="00521A25" w:rsidRDefault="00521A25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8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8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4D3B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Datum: </w:t>
            </w: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59" w:name="Text125"/>
            <w:r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9"/>
          </w:p>
        </w:tc>
      </w:tr>
      <w:tr w:rsidR="00521A25" w14:paraId="065CC4C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5CBE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>Potpis: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B1AC" w14:textId="77777777" w:rsidR="00521A25" w:rsidRDefault="00521A25">
            <w:pPr>
              <w:rPr>
                <w:lang w:val="de-DE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0CB8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Odobrio </w:t>
            </w: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5"/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bookmarkEnd w:id="60"/>
            <w:r>
              <w:rPr>
                <w:lang w:val="de-DE"/>
              </w:rPr>
              <w:t xml:space="preserve">              Nije odobrio </w:t>
            </w: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6"/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bookmarkEnd w:id="61"/>
          </w:p>
        </w:tc>
      </w:tr>
      <w:tr w:rsidR="00521A25" w14:paraId="05CEABE3" w14:textId="77777777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39F9" w14:textId="77777777" w:rsidR="00521A25" w:rsidRDefault="00521A25">
            <w:pPr>
              <w:rPr>
                <w:lang w:val="de-DE"/>
              </w:rPr>
            </w:pPr>
          </w:p>
          <w:p w14:paraId="141ACEF7" w14:textId="77777777" w:rsidR="00521A25" w:rsidRDefault="00521A25">
            <w:r>
              <w:t>Opaska:</w:t>
            </w:r>
          </w:p>
          <w:p w14:paraId="63829479" w14:textId="77777777" w:rsidR="00521A25" w:rsidRDefault="00521A25"/>
        </w:tc>
        <w:tc>
          <w:tcPr>
            <w:tcW w:w="6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CF62" w14:textId="77777777" w:rsidR="00521A25" w:rsidRDefault="00521A25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62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2"/>
          </w:p>
        </w:tc>
      </w:tr>
      <w:tr w:rsidR="00521A25" w14:paraId="20CB84C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47"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4C94D" w14:textId="77777777" w:rsidR="00521A25" w:rsidRDefault="00521A25"/>
        </w:tc>
      </w:tr>
      <w:tr w:rsidR="00521A25" w14:paraId="250439AC" w14:textId="77777777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F4FF" w14:textId="77777777" w:rsidR="00521A25" w:rsidRDefault="00521A25">
            <w:pPr>
              <w:rPr>
                <w:b/>
              </w:rPr>
            </w:pPr>
            <w:r>
              <w:rPr>
                <w:b/>
              </w:rPr>
              <w:t>Predstavnik izgradnje/ odjel za zakup nekretnina/</w:t>
            </w:r>
          </w:p>
          <w:p w14:paraId="31B3B168" w14:textId="77777777" w:rsidR="00521A25" w:rsidRDefault="00E06D52">
            <w:pPr>
              <w:rPr>
                <w:b/>
              </w:rPr>
            </w:pPr>
            <w:r>
              <w:rPr>
                <w:b/>
              </w:rPr>
              <w:t>ANID</w:t>
            </w:r>
            <w:r w:rsidR="00521A25">
              <w:rPr>
                <w:b/>
              </w:rPr>
              <w:t xml:space="preserve"> representative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A34B" w14:textId="77777777" w:rsidR="00521A25" w:rsidRDefault="00521A25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5D25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Datum: </w:t>
            </w: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21A25" w14:paraId="23DCEF9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51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3E2C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>Potpis: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EAC9" w14:textId="77777777" w:rsidR="00521A25" w:rsidRDefault="00521A25">
            <w:pPr>
              <w:rPr>
                <w:lang w:val="de-DE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01D4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Odobrio </w:t>
            </w: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r>
              <w:rPr>
                <w:lang w:val="de-DE"/>
              </w:rPr>
              <w:t xml:space="preserve">              Nije odobrio </w:t>
            </w: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</w:p>
        </w:tc>
      </w:tr>
      <w:tr w:rsidR="00521A25" w14:paraId="30837FFD" w14:textId="77777777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6770" w14:textId="77777777" w:rsidR="00521A25" w:rsidRDefault="00521A25">
            <w:pPr>
              <w:rPr>
                <w:lang w:val="de-DE"/>
              </w:rPr>
            </w:pPr>
          </w:p>
          <w:p w14:paraId="2E9024C1" w14:textId="77777777" w:rsidR="00521A25" w:rsidRDefault="00521A25">
            <w:r>
              <w:t>Opaska:</w:t>
            </w:r>
          </w:p>
          <w:p w14:paraId="6ADEDDB2" w14:textId="77777777" w:rsidR="00521A25" w:rsidRDefault="00521A25"/>
        </w:tc>
        <w:tc>
          <w:tcPr>
            <w:tcW w:w="6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F0DA" w14:textId="77777777" w:rsidR="00521A25" w:rsidRDefault="00521A25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D1C782" w14:textId="77777777" w:rsidR="00521A25" w:rsidRDefault="00521A25"/>
    <w:p w14:paraId="6DDF925A" w14:textId="77777777" w:rsidR="00521A25" w:rsidRDefault="00521A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022"/>
        <w:gridCol w:w="283"/>
        <w:gridCol w:w="3544"/>
      </w:tblGrid>
      <w:tr w:rsidR="00521A25" w14:paraId="2DB01D12" w14:textId="77777777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7584" w14:textId="77777777" w:rsidR="00521A25" w:rsidRDefault="00521A25">
            <w:pPr>
              <w:rPr>
                <w:b/>
              </w:rPr>
            </w:pPr>
            <w:r>
              <w:rPr>
                <w:b/>
              </w:rPr>
              <w:t>Predstavnik odjela za Radio planiranje/</w:t>
            </w:r>
          </w:p>
          <w:p w14:paraId="20EF154F" w14:textId="77777777" w:rsidR="00521A25" w:rsidRDefault="00E537B6">
            <w:pPr>
              <w:rPr>
                <w:b/>
              </w:rPr>
            </w:pPr>
            <w:r>
              <w:rPr>
                <w:b/>
              </w:rPr>
              <w:t>ANRPO</w:t>
            </w:r>
            <w:r w:rsidR="00521A25">
              <w:rPr>
                <w:b/>
              </w:rPr>
              <w:t xml:space="preserve"> representative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2EB3" w14:textId="77777777" w:rsidR="00521A25" w:rsidRDefault="00521A25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48F2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Datum: </w:t>
            </w: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21A25" w14:paraId="7AC516E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51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F502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>Potpis: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33C7" w14:textId="77777777" w:rsidR="00521A25" w:rsidRDefault="00521A25">
            <w:pPr>
              <w:rPr>
                <w:lang w:val="de-DE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4244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Odobrio </w:t>
            </w: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r>
              <w:rPr>
                <w:lang w:val="de-DE"/>
              </w:rPr>
              <w:t xml:space="preserve">              Nije odobrio </w:t>
            </w: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</w:p>
        </w:tc>
      </w:tr>
      <w:tr w:rsidR="00521A25" w14:paraId="5201FFDC" w14:textId="77777777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5A7B" w14:textId="77777777" w:rsidR="00521A25" w:rsidRDefault="00521A25">
            <w:pPr>
              <w:rPr>
                <w:lang w:val="de-DE"/>
              </w:rPr>
            </w:pPr>
          </w:p>
          <w:p w14:paraId="52F8144C" w14:textId="77777777" w:rsidR="00521A25" w:rsidRDefault="00521A25">
            <w:r>
              <w:t>Opaska:</w:t>
            </w:r>
          </w:p>
          <w:p w14:paraId="122F8BF1" w14:textId="77777777" w:rsidR="00521A25" w:rsidRDefault="00521A25"/>
        </w:tc>
        <w:tc>
          <w:tcPr>
            <w:tcW w:w="6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5858" w14:textId="77777777" w:rsidR="00521A25" w:rsidRDefault="00521A25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1C1773C" w14:textId="77777777" w:rsidR="00521A25" w:rsidRDefault="00521A25"/>
    <w:p w14:paraId="66080A3E" w14:textId="77777777" w:rsidR="00521A25" w:rsidRDefault="00521A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022"/>
        <w:gridCol w:w="283"/>
        <w:gridCol w:w="3544"/>
      </w:tblGrid>
      <w:tr w:rsidR="00521A25" w14:paraId="2191A46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D75F" w14:textId="77777777" w:rsidR="00521A25" w:rsidRDefault="00521A25">
            <w:pPr>
              <w:rPr>
                <w:b/>
              </w:rPr>
            </w:pPr>
            <w:r>
              <w:rPr>
                <w:b/>
              </w:rPr>
              <w:t>Predstavnik odjela izgradnje/</w:t>
            </w:r>
          </w:p>
          <w:p w14:paraId="3FBC321A" w14:textId="77777777" w:rsidR="00521A25" w:rsidRDefault="00521A25">
            <w:r>
              <w:rPr>
                <w:b/>
              </w:rPr>
              <w:t>SD construction representative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DA13" w14:textId="77777777" w:rsidR="00521A25" w:rsidRDefault="00521A25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E172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Datum: </w:t>
            </w: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21A25" w14:paraId="2D37C10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51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38DD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>Potpis: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5A64" w14:textId="77777777" w:rsidR="00521A25" w:rsidRDefault="00521A25">
            <w:pPr>
              <w:rPr>
                <w:lang w:val="de-DE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7B93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Odobrio </w:t>
            </w: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r>
              <w:rPr>
                <w:lang w:val="de-DE"/>
              </w:rPr>
              <w:t xml:space="preserve">              Nije odobrio </w:t>
            </w: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</w:p>
        </w:tc>
      </w:tr>
      <w:tr w:rsidR="00521A25" w14:paraId="792BD93B" w14:textId="77777777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B827" w14:textId="77777777" w:rsidR="00521A25" w:rsidRDefault="00521A25">
            <w:pPr>
              <w:rPr>
                <w:lang w:val="de-DE"/>
              </w:rPr>
            </w:pPr>
          </w:p>
          <w:p w14:paraId="1D499A1E" w14:textId="77777777" w:rsidR="00521A25" w:rsidRDefault="00521A25">
            <w:r>
              <w:t>Opaska:</w:t>
            </w:r>
          </w:p>
          <w:p w14:paraId="2BAA4498" w14:textId="77777777" w:rsidR="00521A25" w:rsidRDefault="00521A25"/>
        </w:tc>
        <w:tc>
          <w:tcPr>
            <w:tcW w:w="6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50F0" w14:textId="77777777" w:rsidR="00521A25" w:rsidRDefault="00521A25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39A8AB" w14:textId="77777777" w:rsidR="00521A25" w:rsidRDefault="00521A25"/>
    <w:p w14:paraId="190861E5" w14:textId="77777777" w:rsidR="00521A25" w:rsidRDefault="00521A25"/>
    <w:p w14:paraId="71A04363" w14:textId="77777777" w:rsidR="00521A25" w:rsidRDefault="00521A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260"/>
        <w:gridCol w:w="283"/>
        <w:gridCol w:w="3544"/>
      </w:tblGrid>
      <w:tr w:rsidR="00521A25" w14:paraId="50A8A75D" w14:textId="77777777">
        <w:tblPrEx>
          <w:tblCellMar>
            <w:top w:w="0" w:type="dxa"/>
            <w:bottom w:w="0" w:type="dxa"/>
          </w:tblCellMar>
        </w:tblPrEx>
        <w:trPr>
          <w:trHeight w:hRule="exact" w:val="78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2BD2" w14:textId="77777777" w:rsidR="00521A25" w:rsidRDefault="00521A25">
            <w:pPr>
              <w:rPr>
                <w:b/>
              </w:rPr>
            </w:pPr>
            <w:r>
              <w:rPr>
                <w:b/>
              </w:rPr>
              <w:t>Predstavnik odjela za održavanje/</w:t>
            </w:r>
          </w:p>
          <w:p w14:paraId="1B0BDEB3" w14:textId="77777777" w:rsidR="00521A25" w:rsidRDefault="00E06D52">
            <w:pPr>
              <w:rPr>
                <w:b/>
              </w:rPr>
            </w:pPr>
            <w:r>
              <w:rPr>
                <w:b/>
              </w:rPr>
              <w:t>NSM</w:t>
            </w:r>
            <w:r w:rsidR="00521A25">
              <w:rPr>
                <w:b/>
              </w:rPr>
              <w:t xml:space="preserve"> representative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307A" w14:textId="77777777" w:rsidR="00521A25" w:rsidRDefault="00521A25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7BAE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Datum: </w:t>
            </w:r>
            <w: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21A25" w14:paraId="0062592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7D03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>Potpis: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E150" w14:textId="77777777" w:rsidR="00521A25" w:rsidRDefault="00521A25">
            <w:pPr>
              <w:rPr>
                <w:lang w:val="de-DE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9268" w14:textId="77777777" w:rsidR="00521A25" w:rsidRDefault="00521A25">
            <w:pPr>
              <w:rPr>
                <w:lang w:val="de-DE"/>
              </w:rPr>
            </w:pPr>
            <w:r>
              <w:rPr>
                <w:lang w:val="de-DE"/>
              </w:rPr>
              <w:t xml:space="preserve">Odobrio </w:t>
            </w: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  <w:r>
              <w:rPr>
                <w:lang w:val="de-DE"/>
              </w:rPr>
              <w:t xml:space="preserve">              Nije odobrio </w:t>
            </w: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de-DE"/>
              </w:rPr>
              <w:instrText xml:space="preserve"> FORMCHECKBOX </w:instrText>
            </w:r>
            <w:r>
              <w:fldChar w:fldCharType="end"/>
            </w:r>
          </w:p>
        </w:tc>
      </w:tr>
      <w:tr w:rsidR="00521A25" w14:paraId="52C191B9" w14:textId="77777777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F26E" w14:textId="77777777" w:rsidR="00521A25" w:rsidRDefault="00521A25">
            <w:pPr>
              <w:rPr>
                <w:lang w:val="de-DE"/>
              </w:rPr>
            </w:pPr>
          </w:p>
          <w:p w14:paraId="2A78530F" w14:textId="77777777" w:rsidR="00521A25" w:rsidRDefault="00521A25">
            <w:r>
              <w:t>Opaska:</w:t>
            </w:r>
          </w:p>
          <w:p w14:paraId="65173A4B" w14:textId="77777777" w:rsidR="00521A25" w:rsidRDefault="00521A25"/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32E7" w14:textId="77777777" w:rsidR="00521A25" w:rsidRDefault="00521A25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003CD2" w14:textId="77777777" w:rsidR="00521A25" w:rsidRDefault="00521A25"/>
    <w:sectPr w:rsidR="00521A25">
      <w:footerReference w:type="even" r:id="rId7"/>
      <w:footerReference w:type="default" r:id="rId8"/>
      <w:pgSz w:w="11906" w:h="16838" w:code="9"/>
      <w:pgMar w:top="56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2C2C7" w14:textId="77777777" w:rsidR="00531752" w:rsidRDefault="00531752">
      <w:r>
        <w:separator/>
      </w:r>
    </w:p>
  </w:endnote>
  <w:endnote w:type="continuationSeparator" w:id="0">
    <w:p w14:paraId="0BCE92AB" w14:textId="77777777" w:rsidR="00531752" w:rsidRDefault="0053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007E" w14:textId="77777777" w:rsidR="00E418D8" w:rsidRDefault="00E418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64D072" w14:textId="77777777" w:rsidR="00E418D8" w:rsidRDefault="00E418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8C1C0" w14:textId="77777777" w:rsidR="00E418D8" w:rsidRDefault="00E418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1EF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FDA60A" w14:textId="77777777" w:rsidR="00E418D8" w:rsidRDefault="00E418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FE8FF" w14:textId="77777777" w:rsidR="00531752" w:rsidRDefault="00531752">
      <w:r>
        <w:separator/>
      </w:r>
    </w:p>
  </w:footnote>
  <w:footnote w:type="continuationSeparator" w:id="0">
    <w:p w14:paraId="5BC93FA0" w14:textId="77777777" w:rsidR="00531752" w:rsidRDefault="00531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C33"/>
    <w:rsid w:val="0005140C"/>
    <w:rsid w:val="00061EF0"/>
    <w:rsid w:val="00212C33"/>
    <w:rsid w:val="00273C89"/>
    <w:rsid w:val="004B6201"/>
    <w:rsid w:val="00521A25"/>
    <w:rsid w:val="00531752"/>
    <w:rsid w:val="00705B1B"/>
    <w:rsid w:val="008250A8"/>
    <w:rsid w:val="00BF7556"/>
    <w:rsid w:val="00C536EB"/>
    <w:rsid w:val="00E06D52"/>
    <w:rsid w:val="00E219B7"/>
    <w:rsid w:val="00E418D8"/>
    <w:rsid w:val="00E537B6"/>
    <w:rsid w:val="00ED60F7"/>
    <w:rsid w:val="00F317B5"/>
    <w:rsid w:val="00FC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09ECCE9"/>
  <w15:chartTrackingRefBased/>
  <w15:docId w15:val="{1FA3098A-69E7-403A-B8B3-86BC6386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8"/>
      <w:lang w:val="hr-H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sz w:val="24"/>
      <w:lang w:val="hr-HR"/>
    </w:rPr>
  </w:style>
  <w:style w:type="paragraph" w:styleId="BodyText2">
    <w:name w:val="Body Text 2"/>
    <w:basedOn w:val="Normal"/>
    <w:pPr>
      <w:jc w:val="both"/>
    </w:pPr>
    <w:rPr>
      <w:b/>
      <w:u w:val="single"/>
      <w:lang w:val="hr-HR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ZAHTJEV%20%20ZA%20KOLOKACIJU%20NA%20VIP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ZAHTJEV  ZA KOLOKACIJU NA VIP1</Template>
  <TotalTime>0</TotalTime>
  <Pages>4</Pages>
  <Words>823</Words>
  <Characters>5105</Characters>
  <Application>Microsoft Office Word</Application>
  <DocSecurity>4</DocSecurity>
  <Lines>364</Lines>
  <Paragraphs>227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ZAHTJEV  ZA KOLOKACIJU NA VIP-netovu INFRASTRUKTURU</vt:lpstr>
    </vt:vector>
  </TitlesOfParts>
  <Company>Vipnet GSM d.o.o.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ZAHTJEV  ZA KOLOKACIJU NA VIP-netovu INFRASTRUKTURU</dc:title>
  <dc:subject/>
  <dc:creator>NI062</dc:creator>
  <cp:keywords/>
  <cp:lastModifiedBy>Senka Erslan</cp:lastModifiedBy>
  <cp:revision>2</cp:revision>
  <cp:lastPrinted>2001-10-29T14:38:00Z</cp:lastPrinted>
  <dcterms:created xsi:type="dcterms:W3CDTF">2022-12-28T16:39:00Z</dcterms:created>
  <dcterms:modified xsi:type="dcterms:W3CDTF">2022-12-28T16:39:00Z</dcterms:modified>
</cp:coreProperties>
</file>